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54251" w14:textId="77777777" w:rsidR="00ED7B52" w:rsidRDefault="00ED7B52"/>
    <w:p w14:paraId="45BE014E" w14:textId="77777777" w:rsidR="00ED7B52" w:rsidRPr="007D641B" w:rsidRDefault="00ED7B52">
      <w:pPr>
        <w:tabs>
          <w:tab w:val="left" w:pos="3857"/>
          <w:tab w:val="left" w:pos="5091"/>
        </w:tabs>
        <w:ind w:left="567"/>
      </w:pPr>
      <w:r w:rsidRPr="007D641B">
        <w:pict w14:anchorId="60BA78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800" type="#_x0000_t75" style="position:absolute;left:0;text-align:left;margin-left:432.85pt;margin-top:10.3pt;width:86.4pt;height:62.55pt;z-index:1" o:allowincell="f">
            <v:imagedata r:id="rId7" o:title="HL7 Uusilogo"/>
          </v:shape>
        </w:pict>
      </w:r>
      <w:r w:rsidRPr="007D641B">
        <w:rPr>
          <w:i/>
          <w:sz w:val="20"/>
        </w:rPr>
        <w:pict w14:anchorId="6CB06C93">
          <v:shape id="_x0000_i1025" type="#_x0000_t75" style="width:476.5pt;height:59pt" fillcolor="window">
            <v:imagedata r:id="rId8" o:title="tervhanke"/>
          </v:shape>
        </w:pict>
      </w:r>
      <w:r w:rsidRPr="007D641B">
        <w:tab/>
      </w:r>
      <w:r w:rsidRPr="007D641B">
        <w:tab/>
      </w:r>
    </w:p>
    <w:p w14:paraId="2544EC1F" w14:textId="77777777" w:rsidR="00ED7B52" w:rsidRPr="007D641B" w:rsidRDefault="00ED7B52"/>
    <w:p w14:paraId="6023327B" w14:textId="77777777" w:rsidR="00ED7B52" w:rsidRDefault="00ED7B52"/>
    <w:p w14:paraId="415494FD" w14:textId="77777777" w:rsidR="00ED7B52" w:rsidRDefault="00ED7B52"/>
    <w:p w14:paraId="64E494DC" w14:textId="77777777" w:rsidR="00ED7B52" w:rsidRDefault="00ED7B52"/>
    <w:p w14:paraId="302FABCB" w14:textId="77777777" w:rsidR="00ED7B52" w:rsidRDefault="00ED7B52"/>
    <w:p w14:paraId="2FDE457E" w14:textId="77777777" w:rsidR="00ED7B52" w:rsidRDefault="00ED7B52">
      <w:r>
        <w:t>________________________________________________________________________________</w:t>
      </w:r>
    </w:p>
    <w:p w14:paraId="7D1CB5D5" w14:textId="77777777" w:rsidR="00ED7B52" w:rsidRDefault="00ED7B52"/>
    <w:p w14:paraId="51789C05" w14:textId="77777777" w:rsidR="00ED7B52" w:rsidRDefault="00ED7B52">
      <w:pPr>
        <w:jc w:val="righ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Open CDA 2006</w:t>
      </w:r>
    </w:p>
    <w:p w14:paraId="1B065E89" w14:textId="77777777" w:rsidR="00ED7B52" w:rsidRDefault="00ED7B52">
      <w:r>
        <w:t>________________________________________________________________________________</w:t>
      </w:r>
    </w:p>
    <w:p w14:paraId="5E6564C4" w14:textId="77777777" w:rsidR="00ED7B52" w:rsidRDefault="00ED7B52"/>
    <w:p w14:paraId="72D7997A" w14:textId="77777777" w:rsidR="00ED7B52" w:rsidRDefault="00ED7B52"/>
    <w:p w14:paraId="5427DB33" w14:textId="77777777" w:rsidR="00ED7B52" w:rsidRDefault="00ED7B52"/>
    <w:p w14:paraId="1811135D" w14:textId="77777777" w:rsidR="00ED7B52" w:rsidRDefault="00ED7B52"/>
    <w:p w14:paraId="62209679" w14:textId="77777777" w:rsidR="00ED7B52" w:rsidRDefault="00ED7B52"/>
    <w:p w14:paraId="173988EF" w14:textId="77777777" w:rsidR="00ED7B52" w:rsidRDefault="00ED7B52"/>
    <w:p w14:paraId="1546FEA9" w14:textId="77777777" w:rsidR="00ED7B52" w:rsidRDefault="00ED7B52"/>
    <w:p w14:paraId="5FA457F5" w14:textId="77777777" w:rsidR="00ED7B52" w:rsidRDefault="00ED7B52">
      <w:pPr>
        <w:pStyle w:val="Vakiosisennys"/>
        <w:jc w:val="center"/>
        <w:outlineLvl w:val="0"/>
        <w:rPr>
          <w:b/>
          <w:bCs/>
          <w:sz w:val="40"/>
        </w:rPr>
      </w:pPr>
      <w:r>
        <w:rPr>
          <w:b/>
          <w:bCs/>
          <w:sz w:val="40"/>
        </w:rPr>
        <w:t>Tiedonsiirron palvelutunnukset</w:t>
      </w:r>
    </w:p>
    <w:p w14:paraId="3ECF458B" w14:textId="77777777" w:rsidR="00ED7B52" w:rsidRDefault="00ED7B52"/>
    <w:p w14:paraId="30ABC2C8" w14:textId="77777777" w:rsidR="00ED7B52" w:rsidRDefault="00ED7B52"/>
    <w:p w14:paraId="485C51F7" w14:textId="77777777" w:rsidR="00ED7B52" w:rsidRDefault="00ED7B52"/>
    <w:p w14:paraId="18C14C5F" w14:textId="77777777" w:rsidR="00ED7B52" w:rsidRDefault="00ED7B52"/>
    <w:p w14:paraId="4A9B919B" w14:textId="77777777" w:rsidR="00ED7B52" w:rsidRDefault="00ED7B52"/>
    <w:p w14:paraId="4D2DD0E2" w14:textId="77777777" w:rsidR="00ED7B52" w:rsidRDefault="00ED7B52"/>
    <w:p w14:paraId="71B34551" w14:textId="77777777" w:rsidR="00ED7B52" w:rsidRDefault="00ED7B52"/>
    <w:p w14:paraId="05771EC1" w14:textId="77777777" w:rsidR="00ED7B52" w:rsidRDefault="00ED7B52"/>
    <w:p w14:paraId="45E37C00" w14:textId="77777777" w:rsidR="00ED7B52" w:rsidRDefault="00ED7B52"/>
    <w:p w14:paraId="4318D415" w14:textId="77777777" w:rsidR="00ED7B52" w:rsidRDefault="00ED7B52"/>
    <w:p w14:paraId="2A8CF96E" w14:textId="77777777" w:rsidR="00ED7B52" w:rsidRDefault="00ED7B52"/>
    <w:p w14:paraId="7D49B598" w14:textId="77777777" w:rsidR="00ED7B52" w:rsidRDefault="00ED7B52"/>
    <w:p w14:paraId="0FC870BF" w14:textId="77777777" w:rsidR="00ED7B52" w:rsidRDefault="00ED7B52"/>
    <w:p w14:paraId="179A11DA" w14:textId="77777777" w:rsidR="00ED7B52" w:rsidRDefault="00ED7B52">
      <w:pPr>
        <w:pStyle w:val="Vakiosisennys"/>
        <w:jc w:val="center"/>
        <w:outlineLvl w:val="0"/>
        <w:rPr>
          <w:b/>
          <w:sz w:val="32"/>
        </w:rPr>
      </w:pPr>
    </w:p>
    <w:p w14:paraId="0CAB9018" w14:textId="77777777" w:rsidR="00ED7B52" w:rsidRDefault="00ED7B52">
      <w:pPr>
        <w:rPr>
          <w:b/>
        </w:rPr>
      </w:pPr>
    </w:p>
    <w:p w14:paraId="2CC3AF87" w14:textId="77777777" w:rsidR="00ED7B52" w:rsidRDefault="00ED7B52">
      <w:pPr>
        <w:rPr>
          <w:b/>
        </w:rPr>
      </w:pPr>
    </w:p>
    <w:p w14:paraId="6A319A78" w14:textId="77777777" w:rsidR="00ED7B52" w:rsidRDefault="00ED7B52">
      <w:pPr>
        <w:rPr>
          <w:b/>
        </w:rPr>
      </w:pPr>
    </w:p>
    <w:p w14:paraId="0BFFD1ED" w14:textId="77777777" w:rsidR="00ED7B52" w:rsidRDefault="00ED7B52">
      <w:pPr>
        <w:rPr>
          <w:b/>
        </w:rPr>
      </w:pPr>
    </w:p>
    <w:p w14:paraId="70252CE3" w14:textId="77777777" w:rsidR="00ED7B52" w:rsidRDefault="00ED7B52">
      <w:pPr>
        <w:rPr>
          <w:b/>
        </w:rPr>
      </w:pPr>
    </w:p>
    <w:p w14:paraId="5D37FEB8" w14:textId="77777777" w:rsidR="00ED7B52" w:rsidRDefault="00ED7B52">
      <w:pPr>
        <w:rPr>
          <w:caps/>
        </w:rPr>
      </w:pPr>
    </w:p>
    <w:p w14:paraId="4833B53B" w14:textId="77777777" w:rsidR="00ED7B52" w:rsidRDefault="00ED7B52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>Versio 0.1</w:t>
      </w:r>
    </w:p>
    <w:p w14:paraId="02BC70DA" w14:textId="77777777" w:rsidR="00ED7B52" w:rsidRDefault="00ED7B52">
      <w:pPr>
        <w:spacing w:line="360" w:lineRule="auto"/>
        <w:jc w:val="right"/>
        <w:rPr>
          <w:b/>
          <w:bCs/>
          <w:sz w:val="32"/>
        </w:rPr>
      </w:pPr>
      <w:r>
        <w:rPr>
          <w:b/>
          <w:bCs/>
          <w:sz w:val="32"/>
        </w:rPr>
        <w:t>23.1.2006</w:t>
      </w:r>
    </w:p>
    <w:p w14:paraId="12421B90" w14:textId="77777777" w:rsidR="00ED7B52" w:rsidRDefault="00ED7B52">
      <w:pPr>
        <w:spacing w:line="360" w:lineRule="auto"/>
        <w:jc w:val="right"/>
        <w:rPr>
          <w:b/>
          <w:bCs/>
          <w:sz w:val="32"/>
        </w:rPr>
      </w:pPr>
      <w:r>
        <w:rPr>
          <w:b/>
          <w:bCs/>
          <w:sz w:val="32"/>
        </w:rPr>
        <w:t>OID: 1.2.246.777.11.2006.</w:t>
      </w:r>
      <w:r w:rsidR="00F97F64">
        <w:rPr>
          <w:b/>
          <w:bCs/>
          <w:sz w:val="32"/>
        </w:rPr>
        <w:t>11</w:t>
      </w:r>
    </w:p>
    <w:p w14:paraId="0D2817EB" w14:textId="77777777" w:rsidR="00ED7B52" w:rsidRDefault="00ED7B52">
      <w:pPr>
        <w:rPr>
          <w:sz w:val="32"/>
        </w:rPr>
        <w:sectPr w:rsidR="00ED7B52">
          <w:headerReference w:type="first" r:id="rId9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562A4A1E" w14:textId="77777777" w:rsidR="00ED7B52" w:rsidRDefault="00ED7B52">
      <w:pPr>
        <w:pStyle w:val="Vakiosisennys"/>
        <w:outlineLvl w:val="0"/>
        <w:rPr>
          <w:b/>
        </w:rPr>
      </w:pPr>
      <w:bookmarkStart w:id="0" w:name="_Toc32384905"/>
      <w:bookmarkStart w:id="1" w:name="_Toc32974351"/>
      <w:bookmarkStart w:id="2" w:name="_Toc33328965"/>
      <w:r>
        <w:rPr>
          <w:b/>
        </w:rPr>
        <w:lastRenderedPageBreak/>
        <w:t>Versiohistoria:</w:t>
      </w:r>
      <w:bookmarkEnd w:id="0"/>
      <w:bookmarkEnd w:id="1"/>
      <w:bookmarkEnd w:id="2"/>
      <w:r>
        <w:rPr>
          <w:b/>
        </w:rPr>
        <w:t xml:space="preserve"> </w:t>
      </w:r>
    </w:p>
    <w:p w14:paraId="2F6A4022" w14:textId="77777777" w:rsidR="00ED7B52" w:rsidRDefault="00ED7B52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7"/>
        <w:gridCol w:w="992"/>
        <w:gridCol w:w="5954"/>
      </w:tblGrid>
      <w:tr w:rsidR="00ED7B52" w14:paraId="0C0FF3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  <w:shd w:val="pct12" w:color="auto" w:fill="auto"/>
          </w:tcPr>
          <w:p w14:paraId="1A2B2D06" w14:textId="77777777" w:rsidR="00ED7B52" w:rsidRDefault="00ED7B52">
            <w:pPr>
              <w:pStyle w:val="Vakiosisennys"/>
              <w:rPr>
                <w:b/>
              </w:rPr>
            </w:pPr>
            <w:r>
              <w:rPr>
                <w:b/>
              </w:rPr>
              <w:t>Ve</w:t>
            </w:r>
            <w:r>
              <w:rPr>
                <w:b/>
              </w:rPr>
              <w:t>r</w:t>
            </w:r>
            <w:r>
              <w:rPr>
                <w:b/>
              </w:rPr>
              <w:t>sio:</w:t>
            </w:r>
          </w:p>
        </w:tc>
        <w:tc>
          <w:tcPr>
            <w:tcW w:w="1417" w:type="dxa"/>
            <w:shd w:val="pct12" w:color="auto" w:fill="auto"/>
          </w:tcPr>
          <w:p w14:paraId="056AFC66" w14:textId="77777777" w:rsidR="00ED7B52" w:rsidRDefault="00ED7B52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992" w:type="dxa"/>
            <w:shd w:val="pct12" w:color="auto" w:fill="auto"/>
          </w:tcPr>
          <w:p w14:paraId="746197E3" w14:textId="77777777" w:rsidR="00ED7B52" w:rsidRDefault="00ED7B52">
            <w:pPr>
              <w:pStyle w:val="Vakiosisennys"/>
              <w:rPr>
                <w:b/>
              </w:rPr>
            </w:pPr>
            <w:r>
              <w:rPr>
                <w:b/>
              </w:rPr>
              <w:t>Laat</w:t>
            </w:r>
            <w:r>
              <w:rPr>
                <w:b/>
              </w:rPr>
              <w:t>i</w:t>
            </w:r>
            <w:r>
              <w:rPr>
                <w:b/>
              </w:rPr>
              <w:t>jat:</w:t>
            </w:r>
          </w:p>
        </w:tc>
        <w:tc>
          <w:tcPr>
            <w:tcW w:w="5954" w:type="dxa"/>
            <w:shd w:val="pct12" w:color="auto" w:fill="auto"/>
          </w:tcPr>
          <w:p w14:paraId="5F0CE091" w14:textId="77777777" w:rsidR="00ED7B52" w:rsidRDefault="00ED7B52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ED7B52" w14:paraId="6F0614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14:paraId="5AF63FB1" w14:textId="77777777" w:rsidR="00ED7B52" w:rsidRDefault="00ED7B52">
            <w:pPr>
              <w:pStyle w:val="Vakiosisennys"/>
            </w:pPr>
            <w:r>
              <w:t>0.1</w:t>
            </w:r>
          </w:p>
        </w:tc>
        <w:tc>
          <w:tcPr>
            <w:tcW w:w="1417" w:type="dxa"/>
          </w:tcPr>
          <w:p w14:paraId="33F65E44" w14:textId="77777777" w:rsidR="00ED7B52" w:rsidRDefault="00ED7B52">
            <w:pPr>
              <w:pStyle w:val="Vakiosisennys"/>
            </w:pPr>
            <w:r>
              <w:t>23.1.2006</w:t>
            </w:r>
          </w:p>
        </w:tc>
        <w:tc>
          <w:tcPr>
            <w:tcW w:w="992" w:type="dxa"/>
          </w:tcPr>
          <w:p w14:paraId="0D8B1EF0" w14:textId="77777777" w:rsidR="00ED7B52" w:rsidRDefault="00ED7B52">
            <w:pPr>
              <w:pStyle w:val="Vakiosisennys"/>
            </w:pPr>
            <w:r>
              <w:t>ti</w:t>
            </w:r>
          </w:p>
        </w:tc>
        <w:tc>
          <w:tcPr>
            <w:tcW w:w="5954" w:type="dxa"/>
          </w:tcPr>
          <w:p w14:paraId="2D2E9490" w14:textId="77777777" w:rsidR="00ED7B52" w:rsidRDefault="00ED7B52">
            <w:pPr>
              <w:pStyle w:val="Vakiosisennys"/>
            </w:pPr>
            <w:r>
              <w:t>Taulukko irrotettu tiedonsiirron dokumentista</w:t>
            </w:r>
          </w:p>
        </w:tc>
      </w:tr>
      <w:tr w:rsidR="00ED7B52" w14:paraId="0EBEA1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14:paraId="575526AA" w14:textId="77777777" w:rsidR="00ED7B52" w:rsidRDefault="00ED7B52">
            <w:pPr>
              <w:pStyle w:val="Vakiosisennys"/>
            </w:pPr>
            <w:r>
              <w:t xml:space="preserve"> </w:t>
            </w:r>
          </w:p>
        </w:tc>
        <w:tc>
          <w:tcPr>
            <w:tcW w:w="1417" w:type="dxa"/>
          </w:tcPr>
          <w:p w14:paraId="78B92989" w14:textId="77777777" w:rsidR="00ED7B52" w:rsidRDefault="00ED7B52">
            <w:pPr>
              <w:pStyle w:val="Vakiosisennys"/>
            </w:pPr>
          </w:p>
        </w:tc>
        <w:tc>
          <w:tcPr>
            <w:tcW w:w="992" w:type="dxa"/>
          </w:tcPr>
          <w:p w14:paraId="727B6E8B" w14:textId="77777777" w:rsidR="00ED7B52" w:rsidRDefault="00ED7B52">
            <w:pPr>
              <w:pStyle w:val="Vakiosisennys"/>
            </w:pPr>
          </w:p>
        </w:tc>
        <w:tc>
          <w:tcPr>
            <w:tcW w:w="5954" w:type="dxa"/>
          </w:tcPr>
          <w:p w14:paraId="044CBB6B" w14:textId="77777777" w:rsidR="00ED7B52" w:rsidRDefault="00ED7B52">
            <w:pPr>
              <w:pStyle w:val="Vakiosisennys"/>
            </w:pPr>
          </w:p>
        </w:tc>
      </w:tr>
      <w:tr w:rsidR="00ED7B52" w14:paraId="22E067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14:paraId="42395898" w14:textId="77777777" w:rsidR="00ED7B52" w:rsidRDefault="00ED7B52">
            <w:pPr>
              <w:pStyle w:val="Vakiosisennys"/>
            </w:pPr>
            <w:r>
              <w:t xml:space="preserve"> </w:t>
            </w:r>
          </w:p>
        </w:tc>
        <w:tc>
          <w:tcPr>
            <w:tcW w:w="1417" w:type="dxa"/>
          </w:tcPr>
          <w:p w14:paraId="2D0889A0" w14:textId="77777777" w:rsidR="00ED7B52" w:rsidRDefault="00ED7B52">
            <w:pPr>
              <w:pStyle w:val="Vakiosisennys"/>
            </w:pPr>
          </w:p>
        </w:tc>
        <w:tc>
          <w:tcPr>
            <w:tcW w:w="992" w:type="dxa"/>
          </w:tcPr>
          <w:p w14:paraId="3B9480C3" w14:textId="77777777" w:rsidR="00ED7B52" w:rsidRDefault="00ED7B52">
            <w:pPr>
              <w:pStyle w:val="Vakiosisennys"/>
            </w:pPr>
          </w:p>
        </w:tc>
        <w:tc>
          <w:tcPr>
            <w:tcW w:w="5954" w:type="dxa"/>
          </w:tcPr>
          <w:p w14:paraId="4B1C972D" w14:textId="77777777" w:rsidR="00ED7B52" w:rsidRDefault="00ED7B52">
            <w:pPr>
              <w:pStyle w:val="Vakiosisennys"/>
            </w:pPr>
          </w:p>
        </w:tc>
      </w:tr>
      <w:tr w:rsidR="00ED7B52" w14:paraId="6E10A4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14:paraId="15E0FEEF" w14:textId="77777777" w:rsidR="00ED7B52" w:rsidRDefault="00ED7B52">
            <w:pPr>
              <w:pStyle w:val="Vakiosisennys"/>
            </w:pPr>
          </w:p>
        </w:tc>
        <w:tc>
          <w:tcPr>
            <w:tcW w:w="1417" w:type="dxa"/>
          </w:tcPr>
          <w:p w14:paraId="73A0D529" w14:textId="77777777" w:rsidR="00ED7B52" w:rsidRDefault="00ED7B52">
            <w:pPr>
              <w:pStyle w:val="Vakiosisennys"/>
            </w:pPr>
          </w:p>
        </w:tc>
        <w:tc>
          <w:tcPr>
            <w:tcW w:w="992" w:type="dxa"/>
          </w:tcPr>
          <w:p w14:paraId="7C1E8AE4" w14:textId="77777777" w:rsidR="00ED7B52" w:rsidRDefault="00ED7B52">
            <w:pPr>
              <w:pStyle w:val="Vakiosisennys"/>
            </w:pPr>
          </w:p>
        </w:tc>
        <w:tc>
          <w:tcPr>
            <w:tcW w:w="5954" w:type="dxa"/>
          </w:tcPr>
          <w:p w14:paraId="3AC3368D" w14:textId="77777777" w:rsidR="00ED7B52" w:rsidRDefault="00ED7B52">
            <w:pPr>
              <w:pStyle w:val="Vakiosisennys"/>
            </w:pPr>
          </w:p>
        </w:tc>
      </w:tr>
    </w:tbl>
    <w:p w14:paraId="0F81B8D5" w14:textId="77777777" w:rsidR="00ED7B52" w:rsidRDefault="00ED7B52">
      <w:pPr>
        <w:pStyle w:val="Vakiosisennys"/>
        <w:outlineLvl w:val="0"/>
        <w:rPr>
          <w:rFonts w:ascii="ICL Classical Garamond" w:hAnsi="ICL Classical Garamond"/>
        </w:rPr>
      </w:pPr>
    </w:p>
    <w:p w14:paraId="7E9C69F7" w14:textId="77777777" w:rsidR="00ED7B52" w:rsidRDefault="00ED7B52">
      <w:pPr>
        <w:pStyle w:val="Vakiosisennys"/>
        <w:outlineLvl w:val="0"/>
        <w:rPr>
          <w:rFonts w:ascii="ICL Classical Garamond" w:hAnsi="ICL Classical Garamond"/>
        </w:rPr>
      </w:pPr>
      <w:bookmarkStart w:id="3" w:name="_Toc32384906"/>
      <w:bookmarkStart w:id="4" w:name="_Toc32974352"/>
      <w:bookmarkStart w:id="5" w:name="_Toc33328966"/>
    </w:p>
    <w:p w14:paraId="519A1779" w14:textId="77777777" w:rsidR="00ED7B52" w:rsidRDefault="00ED7B52">
      <w:pPr>
        <w:pStyle w:val="Vakiosisennys"/>
        <w:outlineLvl w:val="0"/>
        <w:rPr>
          <w:rFonts w:ascii="ICL Classical Garamond" w:hAnsi="ICL Classical Garamond"/>
        </w:rPr>
      </w:pPr>
      <w:r>
        <w:rPr>
          <w:rFonts w:ascii="ICL Classical Garamond" w:hAnsi="ICL Classical Garamond"/>
        </w:rPr>
        <w:t>ae= Antero Ensio</w:t>
      </w:r>
    </w:p>
    <w:p w14:paraId="1F8368C8" w14:textId="77777777" w:rsidR="00ED7B52" w:rsidRDefault="00ED7B52">
      <w:pPr>
        <w:pStyle w:val="Vakiosisennys"/>
        <w:outlineLvl w:val="0"/>
        <w:rPr>
          <w:rFonts w:ascii="ICL Classical Garamond" w:hAnsi="ICL Classical Garamond"/>
        </w:rPr>
      </w:pPr>
      <w:r>
        <w:rPr>
          <w:rFonts w:ascii="ICL Classical Garamond" w:hAnsi="ICL Classical Garamond"/>
        </w:rPr>
        <w:t>ti = Timo Itälä</w:t>
      </w:r>
      <w:bookmarkEnd w:id="3"/>
      <w:bookmarkEnd w:id="4"/>
      <w:bookmarkEnd w:id="5"/>
    </w:p>
    <w:p w14:paraId="0F5782BF" w14:textId="77777777" w:rsidR="00ED7B52" w:rsidRDefault="00ED7B52">
      <w:pPr>
        <w:pStyle w:val="Vakiosisennys"/>
        <w:outlineLvl w:val="0"/>
        <w:rPr>
          <w:rFonts w:ascii="ICL Classical Garamond" w:hAnsi="ICL Classical Garamond"/>
        </w:rPr>
      </w:pPr>
      <w:r>
        <w:rPr>
          <w:rFonts w:ascii="ICL Classical Garamond" w:hAnsi="ICL Classical Garamond"/>
        </w:rPr>
        <w:t>tt = Timo Tarhonen</w:t>
      </w:r>
    </w:p>
    <w:p w14:paraId="2B3F94CE" w14:textId="77777777" w:rsidR="00ED7B52" w:rsidRDefault="00ED7B52">
      <w:pPr>
        <w:pStyle w:val="Vakiosisennys"/>
        <w:outlineLvl w:val="0"/>
        <w:rPr>
          <w:rFonts w:ascii="ICL Classical Garamond" w:hAnsi="ICL Classical Garamond"/>
        </w:rPr>
      </w:pPr>
      <w:r>
        <w:rPr>
          <w:rFonts w:ascii="ICL Classical Garamond" w:hAnsi="ICL Classical Garamond"/>
        </w:rPr>
        <w:t>av= Aino Virtanen</w:t>
      </w:r>
      <w:r>
        <w:rPr>
          <w:rFonts w:ascii="ICL Classical Garamond" w:hAnsi="ICL Classical Garamond"/>
        </w:rPr>
        <w:br w:type="page"/>
      </w:r>
    </w:p>
    <w:p w14:paraId="413C7E40" w14:textId="77777777" w:rsidR="00ED7B52" w:rsidRDefault="00ED7B52">
      <w:pPr>
        <w:jc w:val="center"/>
        <w:outlineLvl w:val="0"/>
      </w:pPr>
      <w:bookmarkStart w:id="6" w:name="_Toc32384907"/>
      <w:bookmarkStart w:id="7" w:name="_Toc33328968"/>
      <w:r>
        <w:rPr>
          <w:b/>
          <w:sz w:val="32"/>
        </w:rPr>
        <w:t>SISÄLLYSLUETTELO</w:t>
      </w:r>
      <w:bookmarkEnd w:id="6"/>
      <w:bookmarkEnd w:id="7"/>
    </w:p>
    <w:p w14:paraId="48C427CE" w14:textId="77777777" w:rsidR="00ED7B52" w:rsidRDefault="00ED7B52">
      <w:pPr>
        <w:pStyle w:val="Sisluet1"/>
        <w:tabs>
          <w:tab w:val="left" w:pos="480"/>
          <w:tab w:val="right" w:leader="dot" w:pos="9629"/>
        </w:tabs>
        <w:rPr>
          <w:b w:val="0"/>
          <w:caps w:val="0"/>
          <w:noProof/>
          <w:sz w:val="24"/>
          <w:szCs w:val="24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</w:instrText>
      </w:r>
      <w:r>
        <w:rPr>
          <w:b w:val="0"/>
          <w:caps w:val="0"/>
        </w:rPr>
        <w:fldChar w:fldCharType="separate"/>
      </w:r>
      <w:hyperlink w:anchor="_Toc125859961" w:history="1">
        <w:r>
          <w:rPr>
            <w:rStyle w:val="Hyperlinkki"/>
            <w:noProof/>
          </w:rPr>
          <w:t>1.</w:t>
        </w:r>
        <w:r>
          <w:rPr>
            <w:b w:val="0"/>
            <w:caps w:val="0"/>
            <w:noProof/>
            <w:sz w:val="24"/>
            <w:szCs w:val="24"/>
            <w:lang w:eastAsia="fi-FI"/>
          </w:rPr>
          <w:tab/>
        </w:r>
        <w:r>
          <w:rPr>
            <w:rStyle w:val="Hyperlinkki"/>
            <w:noProof/>
          </w:rPr>
          <w:t>Tiedonsiirron  palvelutunnukset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_Toc125859961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37D969" w14:textId="77777777" w:rsidR="00ED7B52" w:rsidRDefault="00ED7B52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019C673E" w14:textId="77777777" w:rsidR="00ED7B52" w:rsidRDefault="00ED7B52">
      <w:pPr>
        <w:pStyle w:val="Yltunniste"/>
        <w:rPr>
          <w:noProof w:val="0"/>
        </w:rPr>
      </w:pPr>
      <w:r>
        <w:rPr>
          <w:noProof w:val="0"/>
          <w:u w:val="single"/>
        </w:rPr>
        <w:br w:type="page"/>
      </w:r>
      <w:bookmarkStart w:id="8" w:name="_Toc450648959"/>
      <w:bookmarkStart w:id="9" w:name="_Toc450704290"/>
      <w:bookmarkEnd w:id="8"/>
      <w:bookmarkEnd w:id="9"/>
    </w:p>
    <w:p w14:paraId="68315DAF" w14:textId="77777777" w:rsidR="00ED7B52" w:rsidRDefault="00ED7B52">
      <w:pPr>
        <w:pStyle w:val="Otsikko1"/>
        <w:spacing w:after="0"/>
      </w:pPr>
      <w:bookmarkStart w:id="10" w:name="_Toc125859961"/>
      <w:proofErr w:type="gramStart"/>
      <w:r>
        <w:t>Tiedonsiirron  palvelutunnukset</w:t>
      </w:r>
      <w:bookmarkEnd w:id="10"/>
      <w:proofErr w:type="gramEnd"/>
    </w:p>
    <w:p w14:paraId="48E3EA33" w14:textId="77777777" w:rsidR="00ED7B52" w:rsidRDefault="00ED7B52"/>
    <w:p w14:paraId="6A9C93D8" w14:textId="77777777" w:rsidR="00ED7B52" w:rsidRDefault="00ED7B52">
      <w:r>
        <w:t>Avoimet Rajapinnnat määrityksen mukaisessa tiedonsiirrossa SOAP-kehyksessä (Service ja Action) sekä Body-osan alussa (luokka ja metodi) ilmaistaan, mille palvelulle ja tehtävälle kyseinen san</w:t>
      </w:r>
      <w:r>
        <w:t>o</w:t>
      </w:r>
      <w:r>
        <w:t>man sisältö on ta</w:t>
      </w:r>
      <w:r>
        <w:t>r</w:t>
      </w:r>
      <w:r>
        <w:t>koitettu.</w:t>
      </w:r>
    </w:p>
    <w:p w14:paraId="13E0C633" w14:textId="77777777" w:rsidR="00ED7B52" w:rsidRDefault="00ED7B52"/>
    <w:p w14:paraId="31204841" w14:textId="77777777" w:rsidR="00ED7B52" w:rsidRDefault="00ED7B52">
      <w:r>
        <w:t>Käytössä ovat nykyään seuraavat Service- ja Action-yhdistelmät ja niitä vastaavat luokat ja met</w:t>
      </w:r>
      <w:r>
        <w:t>o</w:t>
      </w:r>
      <w:r>
        <w:t>dit.</w:t>
      </w:r>
    </w:p>
    <w:p w14:paraId="3E80A228" w14:textId="77777777" w:rsidR="00ED7B52" w:rsidRDefault="00ED7B5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1541"/>
        <w:gridCol w:w="1857"/>
        <w:gridCol w:w="1541"/>
        <w:gridCol w:w="1857"/>
      </w:tblGrid>
      <w:tr w:rsidR="00ED7B52" w14:paraId="4C867E2E" w14:textId="77777777">
        <w:trPr>
          <w:trHeight w:val="510"/>
          <w:tblHeader/>
          <w:jc w:val="center"/>
        </w:trPr>
        <w:tc>
          <w:tcPr>
            <w:tcW w:w="3059" w:type="dxa"/>
            <w:shd w:val="clear" w:color="auto" w:fill="E6E6E6"/>
          </w:tcPr>
          <w:p w14:paraId="67D9A960" w14:textId="77777777" w:rsidR="00ED7B52" w:rsidRDefault="00ED7B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Selite</w:t>
            </w:r>
          </w:p>
        </w:tc>
        <w:tc>
          <w:tcPr>
            <w:tcW w:w="1541" w:type="dxa"/>
            <w:shd w:val="clear" w:color="auto" w:fill="E6E6E6"/>
          </w:tcPr>
          <w:p w14:paraId="2443C7B4" w14:textId="77777777" w:rsidR="00ED7B52" w:rsidRDefault="00ED7B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Service</w:t>
            </w:r>
          </w:p>
        </w:tc>
        <w:tc>
          <w:tcPr>
            <w:tcW w:w="1857" w:type="dxa"/>
            <w:shd w:val="clear" w:color="auto" w:fill="E6E6E6"/>
          </w:tcPr>
          <w:p w14:paraId="57511995" w14:textId="77777777" w:rsidR="00ED7B52" w:rsidRDefault="00ED7B5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Action</w:t>
            </w:r>
          </w:p>
        </w:tc>
        <w:tc>
          <w:tcPr>
            <w:tcW w:w="1541" w:type="dxa"/>
            <w:shd w:val="clear" w:color="auto" w:fill="E6E6E6"/>
          </w:tcPr>
          <w:p w14:paraId="5D4F571F" w14:textId="77777777" w:rsidR="00ED7B52" w:rsidRDefault="00ED7B52">
            <w:pPr>
              <w:rPr>
                <w:b/>
              </w:rPr>
            </w:pPr>
            <w:r>
              <w:rPr>
                <w:b/>
              </w:rPr>
              <w:t>Luokka</w:t>
            </w:r>
          </w:p>
        </w:tc>
        <w:tc>
          <w:tcPr>
            <w:tcW w:w="1857" w:type="dxa"/>
            <w:shd w:val="clear" w:color="auto" w:fill="E6E6E6"/>
          </w:tcPr>
          <w:p w14:paraId="47CE32FA" w14:textId="77777777" w:rsidR="00ED7B52" w:rsidRDefault="00ED7B52">
            <w:pPr>
              <w:rPr>
                <w:b/>
              </w:rPr>
            </w:pPr>
            <w:r>
              <w:rPr>
                <w:b/>
              </w:rPr>
              <w:t>Metodi</w:t>
            </w:r>
          </w:p>
        </w:tc>
      </w:tr>
      <w:tr w:rsidR="00ED7B52" w14:paraId="673A9A15" w14:textId="77777777">
        <w:trPr>
          <w:jc w:val="center"/>
        </w:trPr>
        <w:tc>
          <w:tcPr>
            <w:tcW w:w="3059" w:type="dxa"/>
          </w:tcPr>
          <w:p w14:paraId="5EA390FD" w14:textId="77777777" w:rsidR="00ED7B52" w:rsidRDefault="00ED7B52">
            <w:r>
              <w:t>Viiteaihion lataus</w:t>
            </w:r>
          </w:p>
        </w:tc>
        <w:tc>
          <w:tcPr>
            <w:tcW w:w="1541" w:type="dxa"/>
          </w:tcPr>
          <w:p w14:paraId="43FE116D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04EF626F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HEADERS</w:t>
            </w:r>
          </w:p>
        </w:tc>
        <w:tc>
          <w:tcPr>
            <w:tcW w:w="1541" w:type="dxa"/>
          </w:tcPr>
          <w:p w14:paraId="6E9FFC03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0A93E811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HeadersBody</w:t>
            </w:r>
          </w:p>
        </w:tc>
      </w:tr>
      <w:tr w:rsidR="00ED7B52" w14:paraId="22759D8D" w14:textId="77777777">
        <w:trPr>
          <w:jc w:val="center"/>
        </w:trPr>
        <w:tc>
          <w:tcPr>
            <w:tcW w:w="3059" w:type="dxa"/>
          </w:tcPr>
          <w:p w14:paraId="4E360386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OK kuittaus</w:t>
            </w:r>
          </w:p>
        </w:tc>
        <w:tc>
          <w:tcPr>
            <w:tcW w:w="1541" w:type="dxa"/>
          </w:tcPr>
          <w:p w14:paraId="09321B1A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62466BBE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ACK</w:t>
            </w:r>
          </w:p>
        </w:tc>
        <w:tc>
          <w:tcPr>
            <w:tcW w:w="1541" w:type="dxa"/>
          </w:tcPr>
          <w:p w14:paraId="42A033D0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16F07999" w14:textId="77777777" w:rsidR="00ED7B52" w:rsidRDefault="00ED7B52">
            <w:r>
              <w:t xml:space="preserve">AckBody </w:t>
            </w:r>
          </w:p>
        </w:tc>
      </w:tr>
      <w:tr w:rsidR="00ED7B52" w14:paraId="1120EF29" w14:textId="77777777">
        <w:trPr>
          <w:jc w:val="center"/>
        </w:trPr>
        <w:tc>
          <w:tcPr>
            <w:tcW w:w="3059" w:type="dxa"/>
          </w:tcPr>
          <w:p w14:paraId="152A0231" w14:textId="77777777" w:rsidR="00ED7B52" w:rsidRDefault="00ED7B52">
            <w:r>
              <w:t>Virhe kuittaus</w:t>
            </w:r>
          </w:p>
        </w:tc>
        <w:tc>
          <w:tcPr>
            <w:tcW w:w="1541" w:type="dxa"/>
          </w:tcPr>
          <w:p w14:paraId="07A2CEB9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0BE1362C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ACK</w:t>
            </w:r>
          </w:p>
        </w:tc>
        <w:tc>
          <w:tcPr>
            <w:tcW w:w="1541" w:type="dxa"/>
          </w:tcPr>
          <w:p w14:paraId="59E7FAD8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338F0789" w14:textId="77777777" w:rsidR="00ED7B52" w:rsidRDefault="00ED7B52">
            <w:r>
              <w:t>NAKBody</w:t>
            </w:r>
          </w:p>
        </w:tc>
      </w:tr>
      <w:tr w:rsidR="00ED7B52" w14:paraId="2E1668BC" w14:textId="77777777">
        <w:trPr>
          <w:jc w:val="center"/>
        </w:trPr>
        <w:tc>
          <w:tcPr>
            <w:tcW w:w="3059" w:type="dxa"/>
          </w:tcPr>
          <w:p w14:paraId="3783A9F3" w14:textId="77777777" w:rsidR="00ED7B52" w:rsidRDefault="00ED7B52">
            <w:r>
              <w:t>Viitteen avulla kysely</w:t>
            </w:r>
          </w:p>
        </w:tc>
        <w:tc>
          <w:tcPr>
            <w:tcW w:w="1541" w:type="dxa"/>
          </w:tcPr>
          <w:p w14:paraId="511B8FA4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2962618B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QUERY</w:t>
            </w:r>
          </w:p>
        </w:tc>
        <w:tc>
          <w:tcPr>
            <w:tcW w:w="1541" w:type="dxa"/>
          </w:tcPr>
          <w:p w14:paraId="3E44D89A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7236743E" w14:textId="77777777" w:rsidR="00ED7B52" w:rsidRDefault="00ED7B52">
            <w:r>
              <w:t>QUERY_ID</w:t>
            </w:r>
          </w:p>
        </w:tc>
      </w:tr>
      <w:tr w:rsidR="00ED7B52" w14:paraId="76872EF5" w14:textId="77777777">
        <w:trPr>
          <w:jc w:val="center"/>
        </w:trPr>
        <w:tc>
          <w:tcPr>
            <w:tcW w:w="3059" w:type="dxa"/>
          </w:tcPr>
          <w:p w14:paraId="2CBCB1AA" w14:textId="77777777" w:rsidR="00ED7B52" w:rsidRDefault="00ED7B52">
            <w:r>
              <w:t>Vastauksena vi</w:t>
            </w:r>
            <w:r>
              <w:t>i</w:t>
            </w:r>
            <w:r>
              <w:t>tattu sisältö</w:t>
            </w:r>
          </w:p>
        </w:tc>
        <w:tc>
          <w:tcPr>
            <w:tcW w:w="1541" w:type="dxa"/>
          </w:tcPr>
          <w:p w14:paraId="5DF89787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24DA0EE7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CDA</w:t>
            </w:r>
          </w:p>
        </w:tc>
        <w:tc>
          <w:tcPr>
            <w:tcW w:w="1541" w:type="dxa"/>
          </w:tcPr>
          <w:p w14:paraId="5C7A8D3B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6488FE0D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CDABody</w:t>
            </w:r>
          </w:p>
        </w:tc>
      </w:tr>
      <w:tr w:rsidR="00ED7B52" w14:paraId="21422A38" w14:textId="77777777">
        <w:trPr>
          <w:jc w:val="center"/>
        </w:trPr>
        <w:tc>
          <w:tcPr>
            <w:tcW w:w="3059" w:type="dxa"/>
          </w:tcPr>
          <w:p w14:paraId="3B215EF8" w14:textId="77777777" w:rsidR="00ED7B52" w:rsidRDefault="00ED7B52">
            <w:r>
              <w:t>Kuittaus</w:t>
            </w:r>
          </w:p>
        </w:tc>
        <w:tc>
          <w:tcPr>
            <w:tcW w:w="1541" w:type="dxa"/>
          </w:tcPr>
          <w:p w14:paraId="0A453494" w14:textId="77777777" w:rsidR="00ED7B52" w:rsidRDefault="00ED7B52">
            <w:r>
              <w:t xml:space="preserve"> </w:t>
            </w:r>
          </w:p>
        </w:tc>
        <w:tc>
          <w:tcPr>
            <w:tcW w:w="1857" w:type="dxa"/>
          </w:tcPr>
          <w:p w14:paraId="1BFEB522" w14:textId="77777777" w:rsidR="00ED7B52" w:rsidRDefault="00ED7B52">
            <w:r>
              <w:t xml:space="preserve"> </w:t>
            </w:r>
          </w:p>
        </w:tc>
        <w:tc>
          <w:tcPr>
            <w:tcW w:w="1541" w:type="dxa"/>
          </w:tcPr>
          <w:p w14:paraId="1577A901" w14:textId="77777777" w:rsidR="00ED7B52" w:rsidRDefault="00ED7B52">
            <w:r>
              <w:t>refdb-body</w:t>
            </w:r>
          </w:p>
        </w:tc>
        <w:tc>
          <w:tcPr>
            <w:tcW w:w="1857" w:type="dxa"/>
          </w:tcPr>
          <w:p w14:paraId="2A9B4210" w14:textId="77777777" w:rsidR="00ED7B52" w:rsidRDefault="00ED7B52">
            <w:r>
              <w:t>CommitBody</w:t>
            </w:r>
          </w:p>
        </w:tc>
      </w:tr>
      <w:tr w:rsidR="00ED7B52" w14:paraId="75A3B62B" w14:textId="77777777">
        <w:trPr>
          <w:jc w:val="center"/>
        </w:trPr>
        <w:tc>
          <w:tcPr>
            <w:tcW w:w="3059" w:type="dxa"/>
          </w:tcPr>
          <w:p w14:paraId="025A67FC" w14:textId="77777777" w:rsidR="00ED7B52" w:rsidRDefault="00ED7B52">
            <w:r>
              <w:t>Lähete/Hoitopalaute</w:t>
            </w:r>
          </w:p>
        </w:tc>
        <w:tc>
          <w:tcPr>
            <w:tcW w:w="1541" w:type="dxa"/>
          </w:tcPr>
          <w:p w14:paraId="6153E684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6ABF4A18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REFDIS</w:t>
            </w:r>
          </w:p>
        </w:tc>
        <w:tc>
          <w:tcPr>
            <w:tcW w:w="1541" w:type="dxa"/>
          </w:tcPr>
          <w:p w14:paraId="478A5A07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21AC9A2F" w14:textId="77777777" w:rsidR="00ED7B52" w:rsidRDefault="00ED7B52">
            <w:r>
              <w:t>REFDIS</w:t>
            </w:r>
          </w:p>
        </w:tc>
      </w:tr>
      <w:tr w:rsidR="00ED7B52" w14:paraId="5337F91E" w14:textId="77777777">
        <w:trPr>
          <w:jc w:val="center"/>
        </w:trPr>
        <w:tc>
          <w:tcPr>
            <w:tcW w:w="3059" w:type="dxa"/>
          </w:tcPr>
          <w:p w14:paraId="24907932" w14:textId="77777777" w:rsidR="00ED7B52" w:rsidRDefault="00ED7B52">
            <w:r>
              <w:t>Kuittaus läh</w:t>
            </w:r>
            <w:r>
              <w:t>e</w:t>
            </w:r>
            <w:r>
              <w:t>te/hoitopalaute</w:t>
            </w:r>
          </w:p>
        </w:tc>
        <w:tc>
          <w:tcPr>
            <w:tcW w:w="1541" w:type="dxa"/>
          </w:tcPr>
          <w:p w14:paraId="55864A74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1BE3356F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ACK</w:t>
            </w:r>
          </w:p>
        </w:tc>
        <w:tc>
          <w:tcPr>
            <w:tcW w:w="1541" w:type="dxa"/>
          </w:tcPr>
          <w:p w14:paraId="7685AF60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01A5DDBB" w14:textId="77777777" w:rsidR="00ED7B52" w:rsidRDefault="00ED7B52">
            <w:r>
              <w:t>ACK</w:t>
            </w:r>
          </w:p>
        </w:tc>
      </w:tr>
      <w:tr w:rsidR="00ED7B52" w14:paraId="0127A2B3" w14:textId="77777777">
        <w:trPr>
          <w:jc w:val="center"/>
        </w:trPr>
        <w:tc>
          <w:tcPr>
            <w:tcW w:w="3059" w:type="dxa"/>
          </w:tcPr>
          <w:p w14:paraId="255CD7DB" w14:textId="77777777" w:rsidR="00ED7B52" w:rsidRDefault="00ED7B52"/>
        </w:tc>
        <w:tc>
          <w:tcPr>
            <w:tcW w:w="1541" w:type="dxa"/>
          </w:tcPr>
          <w:p w14:paraId="75D1B756" w14:textId="77777777" w:rsidR="00ED7B52" w:rsidRDefault="00ED7B52"/>
        </w:tc>
        <w:tc>
          <w:tcPr>
            <w:tcW w:w="1857" w:type="dxa"/>
          </w:tcPr>
          <w:p w14:paraId="097342BA" w14:textId="77777777" w:rsidR="00ED7B52" w:rsidRDefault="00ED7B52"/>
        </w:tc>
        <w:tc>
          <w:tcPr>
            <w:tcW w:w="1541" w:type="dxa"/>
          </w:tcPr>
          <w:p w14:paraId="25D37D03" w14:textId="77777777" w:rsidR="00ED7B52" w:rsidRDefault="00ED7B52"/>
        </w:tc>
        <w:tc>
          <w:tcPr>
            <w:tcW w:w="1857" w:type="dxa"/>
          </w:tcPr>
          <w:p w14:paraId="3D6FB2B5" w14:textId="77777777" w:rsidR="00ED7B52" w:rsidRDefault="00ED7B52"/>
        </w:tc>
      </w:tr>
      <w:tr w:rsidR="00ED7B52" w14:paraId="4F386F42" w14:textId="77777777">
        <w:trPr>
          <w:jc w:val="center"/>
        </w:trPr>
        <w:tc>
          <w:tcPr>
            <w:tcW w:w="3059" w:type="dxa"/>
          </w:tcPr>
          <w:p w14:paraId="68995171" w14:textId="77777777" w:rsidR="00ED7B52" w:rsidRDefault="00ED7B52">
            <w:pPr>
              <w:rPr>
                <w:b/>
              </w:rPr>
            </w:pPr>
            <w:r>
              <w:rPr>
                <w:b/>
              </w:rPr>
              <w:t>Ehdotetut</w:t>
            </w:r>
          </w:p>
        </w:tc>
        <w:tc>
          <w:tcPr>
            <w:tcW w:w="1541" w:type="dxa"/>
          </w:tcPr>
          <w:p w14:paraId="5CD64088" w14:textId="77777777" w:rsidR="00ED7B52" w:rsidRDefault="00ED7B52"/>
        </w:tc>
        <w:tc>
          <w:tcPr>
            <w:tcW w:w="1857" w:type="dxa"/>
          </w:tcPr>
          <w:p w14:paraId="2276769A" w14:textId="77777777" w:rsidR="00ED7B52" w:rsidRDefault="00ED7B52"/>
        </w:tc>
        <w:tc>
          <w:tcPr>
            <w:tcW w:w="1541" w:type="dxa"/>
          </w:tcPr>
          <w:p w14:paraId="35B0B994" w14:textId="77777777" w:rsidR="00ED7B52" w:rsidRDefault="00ED7B52"/>
        </w:tc>
        <w:tc>
          <w:tcPr>
            <w:tcW w:w="1857" w:type="dxa"/>
          </w:tcPr>
          <w:p w14:paraId="57CC2F1E" w14:textId="77777777" w:rsidR="00ED7B52" w:rsidRDefault="00ED7B52"/>
        </w:tc>
      </w:tr>
      <w:tr w:rsidR="00ED7B52" w14:paraId="7151DD42" w14:textId="77777777">
        <w:trPr>
          <w:trHeight w:val="401"/>
          <w:jc w:val="center"/>
        </w:trPr>
        <w:tc>
          <w:tcPr>
            <w:tcW w:w="3059" w:type="dxa"/>
            <w:shd w:val="clear" w:color="auto" w:fill="E6E6E6"/>
          </w:tcPr>
          <w:p w14:paraId="43111D41" w14:textId="77777777" w:rsidR="00ED7B52" w:rsidRDefault="00ED7B52">
            <w:r>
              <w:t>Selite</w:t>
            </w:r>
          </w:p>
        </w:tc>
        <w:tc>
          <w:tcPr>
            <w:tcW w:w="1541" w:type="dxa"/>
            <w:shd w:val="clear" w:color="auto" w:fill="E6E6E6"/>
          </w:tcPr>
          <w:p w14:paraId="029C1E22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Service</w:t>
            </w:r>
          </w:p>
        </w:tc>
        <w:tc>
          <w:tcPr>
            <w:tcW w:w="1857" w:type="dxa"/>
            <w:shd w:val="clear" w:color="auto" w:fill="E6E6E6"/>
          </w:tcPr>
          <w:p w14:paraId="3A3CB7D2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Action</w:t>
            </w:r>
          </w:p>
        </w:tc>
        <w:tc>
          <w:tcPr>
            <w:tcW w:w="1541" w:type="dxa"/>
            <w:shd w:val="clear" w:color="auto" w:fill="E6E6E6"/>
          </w:tcPr>
          <w:p w14:paraId="4664D958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Luokka</w:t>
            </w:r>
          </w:p>
        </w:tc>
        <w:tc>
          <w:tcPr>
            <w:tcW w:w="1857" w:type="dxa"/>
            <w:shd w:val="clear" w:color="auto" w:fill="E6E6E6"/>
          </w:tcPr>
          <w:p w14:paraId="25F2DE96" w14:textId="77777777" w:rsidR="00ED7B52" w:rsidRDefault="00ED7B52">
            <w:r>
              <w:t>Metodi</w:t>
            </w:r>
          </w:p>
        </w:tc>
      </w:tr>
      <w:tr w:rsidR="00ED7B52" w14:paraId="277D4D8F" w14:textId="77777777">
        <w:trPr>
          <w:jc w:val="center"/>
        </w:trPr>
        <w:tc>
          <w:tcPr>
            <w:tcW w:w="3059" w:type="dxa"/>
          </w:tcPr>
          <w:p w14:paraId="6CA212BA" w14:textId="77777777" w:rsidR="00ED7B52" w:rsidRDefault="00ED7B52">
            <w:r>
              <w:t>Viiteaihion lataus</w:t>
            </w:r>
          </w:p>
        </w:tc>
        <w:tc>
          <w:tcPr>
            <w:tcW w:w="1541" w:type="dxa"/>
          </w:tcPr>
          <w:p w14:paraId="20B55D30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68C4B867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R2HEADERS</w:t>
            </w:r>
          </w:p>
        </w:tc>
        <w:tc>
          <w:tcPr>
            <w:tcW w:w="1541" w:type="dxa"/>
          </w:tcPr>
          <w:p w14:paraId="5DE32993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6EBEC44A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R2HeadersBody</w:t>
            </w:r>
          </w:p>
        </w:tc>
      </w:tr>
      <w:tr w:rsidR="00ED7B52" w14:paraId="3F9E7ACA" w14:textId="77777777">
        <w:trPr>
          <w:jc w:val="center"/>
        </w:trPr>
        <w:tc>
          <w:tcPr>
            <w:tcW w:w="3059" w:type="dxa"/>
          </w:tcPr>
          <w:p w14:paraId="0D153866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OK kuittaus</w:t>
            </w:r>
          </w:p>
        </w:tc>
        <w:tc>
          <w:tcPr>
            <w:tcW w:w="1541" w:type="dxa"/>
          </w:tcPr>
          <w:p w14:paraId="0221658B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564139B8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R2ACK</w:t>
            </w:r>
          </w:p>
        </w:tc>
        <w:tc>
          <w:tcPr>
            <w:tcW w:w="1541" w:type="dxa"/>
          </w:tcPr>
          <w:p w14:paraId="1F5038D7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63A15749" w14:textId="77777777" w:rsidR="00ED7B52" w:rsidRDefault="00ED7B52">
            <w:r>
              <w:t xml:space="preserve">R2AckBody </w:t>
            </w:r>
          </w:p>
        </w:tc>
      </w:tr>
      <w:tr w:rsidR="00ED7B52" w14:paraId="0EA05A68" w14:textId="77777777">
        <w:trPr>
          <w:jc w:val="center"/>
        </w:trPr>
        <w:tc>
          <w:tcPr>
            <w:tcW w:w="3059" w:type="dxa"/>
          </w:tcPr>
          <w:p w14:paraId="3DD9671B" w14:textId="77777777" w:rsidR="00ED7B52" w:rsidRDefault="00ED7B52">
            <w:r>
              <w:t>Virhe kuittaus</w:t>
            </w:r>
          </w:p>
        </w:tc>
        <w:tc>
          <w:tcPr>
            <w:tcW w:w="1541" w:type="dxa"/>
          </w:tcPr>
          <w:p w14:paraId="58555AD6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5D8AB063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R2ACK</w:t>
            </w:r>
          </w:p>
        </w:tc>
        <w:tc>
          <w:tcPr>
            <w:tcW w:w="1541" w:type="dxa"/>
          </w:tcPr>
          <w:p w14:paraId="2C9DAE57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38361A6B" w14:textId="77777777" w:rsidR="00ED7B52" w:rsidRDefault="00ED7B52">
            <w:r>
              <w:t>R2NAKBody</w:t>
            </w:r>
          </w:p>
        </w:tc>
      </w:tr>
      <w:tr w:rsidR="00ED7B52" w14:paraId="730639C1" w14:textId="77777777">
        <w:trPr>
          <w:jc w:val="center"/>
        </w:trPr>
        <w:tc>
          <w:tcPr>
            <w:tcW w:w="3059" w:type="dxa"/>
          </w:tcPr>
          <w:p w14:paraId="38B911F6" w14:textId="77777777" w:rsidR="00ED7B52" w:rsidRDefault="00ED7B52">
            <w:r>
              <w:t>Viitteen avulla kysely</w:t>
            </w:r>
          </w:p>
        </w:tc>
        <w:tc>
          <w:tcPr>
            <w:tcW w:w="1541" w:type="dxa"/>
          </w:tcPr>
          <w:p w14:paraId="2EF2DD77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3626E291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R2QUERY</w:t>
            </w:r>
          </w:p>
        </w:tc>
        <w:tc>
          <w:tcPr>
            <w:tcW w:w="1541" w:type="dxa"/>
          </w:tcPr>
          <w:p w14:paraId="0CCEA155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6E0FE662" w14:textId="77777777" w:rsidR="00ED7B52" w:rsidRDefault="00ED7B52">
            <w:r>
              <w:t>R2QUERY_ID</w:t>
            </w:r>
          </w:p>
        </w:tc>
      </w:tr>
      <w:tr w:rsidR="00ED7B52" w14:paraId="1653034D" w14:textId="77777777">
        <w:trPr>
          <w:jc w:val="center"/>
        </w:trPr>
        <w:tc>
          <w:tcPr>
            <w:tcW w:w="3059" w:type="dxa"/>
          </w:tcPr>
          <w:p w14:paraId="50E2A091" w14:textId="77777777" w:rsidR="00ED7B52" w:rsidRDefault="00ED7B52">
            <w:r>
              <w:t>Vastauksena vi</w:t>
            </w:r>
            <w:r>
              <w:t>i</w:t>
            </w:r>
            <w:r>
              <w:t>tattu sisältö</w:t>
            </w:r>
          </w:p>
        </w:tc>
        <w:tc>
          <w:tcPr>
            <w:tcW w:w="1541" w:type="dxa"/>
          </w:tcPr>
          <w:p w14:paraId="2136B378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refdeb</w:t>
            </w:r>
          </w:p>
        </w:tc>
        <w:tc>
          <w:tcPr>
            <w:tcW w:w="1857" w:type="dxa"/>
          </w:tcPr>
          <w:p w14:paraId="4A8FBF6F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R2CDA</w:t>
            </w:r>
          </w:p>
        </w:tc>
        <w:tc>
          <w:tcPr>
            <w:tcW w:w="1541" w:type="dxa"/>
          </w:tcPr>
          <w:p w14:paraId="07AFF20D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03E57F58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R2CDABody</w:t>
            </w:r>
          </w:p>
        </w:tc>
      </w:tr>
      <w:tr w:rsidR="00ED7B52" w14:paraId="4EFDC2E4" w14:textId="77777777">
        <w:trPr>
          <w:jc w:val="center"/>
        </w:trPr>
        <w:tc>
          <w:tcPr>
            <w:tcW w:w="3059" w:type="dxa"/>
          </w:tcPr>
          <w:p w14:paraId="09B25A85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Kuittaus</w:t>
            </w:r>
          </w:p>
        </w:tc>
        <w:tc>
          <w:tcPr>
            <w:tcW w:w="1541" w:type="dxa"/>
          </w:tcPr>
          <w:p w14:paraId="1A4766FA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857" w:type="dxa"/>
          </w:tcPr>
          <w:p w14:paraId="40464350" w14:textId="77777777" w:rsidR="00ED7B52" w:rsidRDefault="00ED7B52">
            <w:pPr>
              <w:rPr>
                <w:lang w:val="en-US"/>
              </w:rPr>
            </w:pPr>
          </w:p>
        </w:tc>
        <w:tc>
          <w:tcPr>
            <w:tcW w:w="1541" w:type="dxa"/>
          </w:tcPr>
          <w:p w14:paraId="62911A45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refdb-body</w:t>
            </w:r>
          </w:p>
        </w:tc>
        <w:tc>
          <w:tcPr>
            <w:tcW w:w="1857" w:type="dxa"/>
          </w:tcPr>
          <w:p w14:paraId="73A9AA78" w14:textId="77777777" w:rsidR="00ED7B52" w:rsidRDefault="00ED7B52">
            <w:r>
              <w:t>R2CommitBody</w:t>
            </w:r>
          </w:p>
        </w:tc>
      </w:tr>
      <w:tr w:rsidR="00ED7B52" w14:paraId="3853FEBA" w14:textId="77777777">
        <w:trPr>
          <w:jc w:val="center"/>
        </w:trPr>
        <w:tc>
          <w:tcPr>
            <w:tcW w:w="3059" w:type="dxa"/>
          </w:tcPr>
          <w:p w14:paraId="782A840F" w14:textId="77777777" w:rsidR="00ED7B52" w:rsidRDefault="00ED7B52">
            <w:r>
              <w:t>Lähete/Hoitopalaute</w:t>
            </w:r>
          </w:p>
        </w:tc>
        <w:tc>
          <w:tcPr>
            <w:tcW w:w="1541" w:type="dxa"/>
          </w:tcPr>
          <w:p w14:paraId="12192E7C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6B190869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R2REFDIS</w:t>
            </w:r>
          </w:p>
        </w:tc>
        <w:tc>
          <w:tcPr>
            <w:tcW w:w="1541" w:type="dxa"/>
          </w:tcPr>
          <w:p w14:paraId="3A649B48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40A5EBCD" w14:textId="77777777" w:rsidR="00ED7B52" w:rsidRDefault="00ED7B52">
            <w:r>
              <w:t>R2REFDIS</w:t>
            </w:r>
          </w:p>
        </w:tc>
      </w:tr>
      <w:tr w:rsidR="00ED7B52" w14:paraId="0E2EB473" w14:textId="77777777">
        <w:trPr>
          <w:jc w:val="center"/>
        </w:trPr>
        <w:tc>
          <w:tcPr>
            <w:tcW w:w="3059" w:type="dxa"/>
          </w:tcPr>
          <w:p w14:paraId="095FE497" w14:textId="77777777" w:rsidR="00ED7B52" w:rsidRDefault="00ED7B52">
            <w:r>
              <w:t>OK-kuittaus</w:t>
            </w:r>
          </w:p>
        </w:tc>
        <w:tc>
          <w:tcPr>
            <w:tcW w:w="1541" w:type="dxa"/>
          </w:tcPr>
          <w:p w14:paraId="3ED11F1E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77A38674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R2ACK</w:t>
            </w:r>
          </w:p>
        </w:tc>
        <w:tc>
          <w:tcPr>
            <w:tcW w:w="1541" w:type="dxa"/>
          </w:tcPr>
          <w:p w14:paraId="576A180F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1C29E479" w14:textId="77777777" w:rsidR="00ED7B52" w:rsidRDefault="00ED7B52">
            <w:r>
              <w:t>R2AckBody</w:t>
            </w:r>
          </w:p>
        </w:tc>
      </w:tr>
      <w:tr w:rsidR="00ED7B52" w14:paraId="1FA11ACB" w14:textId="77777777">
        <w:trPr>
          <w:jc w:val="center"/>
        </w:trPr>
        <w:tc>
          <w:tcPr>
            <w:tcW w:w="3059" w:type="dxa"/>
          </w:tcPr>
          <w:p w14:paraId="30CD65FD" w14:textId="77777777" w:rsidR="00ED7B52" w:rsidRDefault="00ED7B52">
            <w:r>
              <w:t>Virhe-kuittaus</w:t>
            </w:r>
          </w:p>
        </w:tc>
        <w:tc>
          <w:tcPr>
            <w:tcW w:w="1541" w:type="dxa"/>
          </w:tcPr>
          <w:p w14:paraId="52CE55F4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50C45093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R2ACK</w:t>
            </w:r>
          </w:p>
        </w:tc>
        <w:tc>
          <w:tcPr>
            <w:tcW w:w="1541" w:type="dxa"/>
          </w:tcPr>
          <w:p w14:paraId="1653F690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referral</w:t>
            </w:r>
          </w:p>
        </w:tc>
        <w:tc>
          <w:tcPr>
            <w:tcW w:w="1857" w:type="dxa"/>
          </w:tcPr>
          <w:p w14:paraId="2E26C004" w14:textId="77777777" w:rsidR="00ED7B52" w:rsidRDefault="00ED7B52">
            <w:pPr>
              <w:rPr>
                <w:lang w:val="en-US"/>
              </w:rPr>
            </w:pPr>
            <w:r>
              <w:t>R2NAKBody</w:t>
            </w:r>
          </w:p>
        </w:tc>
      </w:tr>
      <w:tr w:rsidR="00ED7B52" w14:paraId="2D276471" w14:textId="77777777">
        <w:trPr>
          <w:jc w:val="center"/>
        </w:trPr>
        <w:tc>
          <w:tcPr>
            <w:tcW w:w="3059" w:type="dxa"/>
          </w:tcPr>
          <w:p w14:paraId="028DA036" w14:textId="77777777" w:rsidR="00ED7B52" w:rsidRDefault="00ED7B52"/>
        </w:tc>
        <w:tc>
          <w:tcPr>
            <w:tcW w:w="1541" w:type="dxa"/>
          </w:tcPr>
          <w:p w14:paraId="0E47EF84" w14:textId="77777777" w:rsidR="00ED7B52" w:rsidRDefault="00ED7B52">
            <w:pPr>
              <w:rPr>
                <w:lang w:val="en-US"/>
              </w:rPr>
            </w:pPr>
          </w:p>
        </w:tc>
        <w:tc>
          <w:tcPr>
            <w:tcW w:w="1857" w:type="dxa"/>
          </w:tcPr>
          <w:p w14:paraId="78BC61C2" w14:textId="77777777" w:rsidR="00ED7B52" w:rsidRDefault="00ED7B52">
            <w:pPr>
              <w:rPr>
                <w:lang w:val="en-US"/>
              </w:rPr>
            </w:pPr>
          </w:p>
        </w:tc>
        <w:tc>
          <w:tcPr>
            <w:tcW w:w="1541" w:type="dxa"/>
          </w:tcPr>
          <w:p w14:paraId="6DFF5944" w14:textId="77777777" w:rsidR="00ED7B52" w:rsidRDefault="00ED7B52">
            <w:pPr>
              <w:rPr>
                <w:lang w:val="en-US"/>
              </w:rPr>
            </w:pPr>
          </w:p>
        </w:tc>
        <w:tc>
          <w:tcPr>
            <w:tcW w:w="1857" w:type="dxa"/>
          </w:tcPr>
          <w:p w14:paraId="78108767" w14:textId="77777777" w:rsidR="00ED7B52" w:rsidRDefault="00ED7B52"/>
        </w:tc>
      </w:tr>
      <w:tr w:rsidR="00ED7B52" w14:paraId="095246F7" w14:textId="77777777">
        <w:trPr>
          <w:jc w:val="center"/>
        </w:trPr>
        <w:tc>
          <w:tcPr>
            <w:tcW w:w="3059" w:type="dxa"/>
          </w:tcPr>
          <w:p w14:paraId="5B451DCA" w14:textId="77777777" w:rsidR="00ED7B52" w:rsidRDefault="00ED7B52">
            <w:r>
              <w:t>R2-lomakkeiden kys</w:t>
            </w:r>
            <w:r>
              <w:t>e</w:t>
            </w:r>
            <w:r>
              <w:t>ly</w:t>
            </w:r>
          </w:p>
        </w:tc>
        <w:tc>
          <w:tcPr>
            <w:tcW w:w="1541" w:type="dxa"/>
          </w:tcPr>
          <w:p w14:paraId="0594A6F4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1857" w:type="dxa"/>
          </w:tcPr>
          <w:p w14:paraId="32D58694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R2LOMQUERY</w:t>
            </w:r>
          </w:p>
        </w:tc>
        <w:tc>
          <w:tcPr>
            <w:tcW w:w="1541" w:type="dxa"/>
          </w:tcPr>
          <w:p w14:paraId="4498AE7D" w14:textId="77777777" w:rsidR="00ED7B52" w:rsidRDefault="00ED7B52">
            <w:pPr>
              <w:rPr>
                <w:lang w:val="en-US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1857" w:type="dxa"/>
          </w:tcPr>
          <w:p w14:paraId="306AB945" w14:textId="77777777" w:rsidR="00ED7B52" w:rsidRDefault="00ED7B52">
            <w:r>
              <w:t>R2LOMQUERY</w:t>
            </w:r>
          </w:p>
        </w:tc>
      </w:tr>
      <w:tr w:rsidR="00ED7B52" w14:paraId="48BF3BDA" w14:textId="77777777">
        <w:trPr>
          <w:jc w:val="center"/>
        </w:trPr>
        <w:tc>
          <w:tcPr>
            <w:tcW w:w="3059" w:type="dxa"/>
          </w:tcPr>
          <w:p w14:paraId="34791C5E" w14:textId="77777777" w:rsidR="00ED7B52" w:rsidRDefault="00ED7B52">
            <w:r>
              <w:t>Vastauksena lomakkeet</w:t>
            </w:r>
          </w:p>
        </w:tc>
        <w:tc>
          <w:tcPr>
            <w:tcW w:w="1541" w:type="dxa"/>
          </w:tcPr>
          <w:p w14:paraId="25420330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r2</w:t>
            </w:r>
          </w:p>
        </w:tc>
        <w:tc>
          <w:tcPr>
            <w:tcW w:w="1857" w:type="dxa"/>
          </w:tcPr>
          <w:p w14:paraId="70811563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R2LOMCDA</w:t>
            </w:r>
          </w:p>
        </w:tc>
        <w:tc>
          <w:tcPr>
            <w:tcW w:w="1541" w:type="dxa"/>
          </w:tcPr>
          <w:p w14:paraId="231E65B6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r2</w:t>
            </w:r>
          </w:p>
        </w:tc>
        <w:tc>
          <w:tcPr>
            <w:tcW w:w="1857" w:type="dxa"/>
          </w:tcPr>
          <w:p w14:paraId="6030BC93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R2LOMCDA</w:t>
            </w:r>
          </w:p>
        </w:tc>
      </w:tr>
      <w:tr w:rsidR="00ED7B52" w14:paraId="4545316B" w14:textId="77777777">
        <w:trPr>
          <w:jc w:val="center"/>
        </w:trPr>
        <w:tc>
          <w:tcPr>
            <w:tcW w:w="3059" w:type="dxa"/>
          </w:tcPr>
          <w:p w14:paraId="6B67FBF9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541" w:type="dxa"/>
          </w:tcPr>
          <w:p w14:paraId="0F3A813C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857" w:type="dxa"/>
          </w:tcPr>
          <w:p w14:paraId="527CA55A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541" w:type="dxa"/>
          </w:tcPr>
          <w:p w14:paraId="12E03D46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857" w:type="dxa"/>
          </w:tcPr>
          <w:p w14:paraId="3F9B5629" w14:textId="77777777" w:rsidR="00ED7B52" w:rsidRDefault="00ED7B52">
            <w:pPr>
              <w:rPr>
                <w:lang w:val="sv-SE"/>
              </w:rPr>
            </w:pPr>
          </w:p>
        </w:tc>
      </w:tr>
      <w:tr w:rsidR="00ED7B52" w14:paraId="755D5F47" w14:textId="77777777">
        <w:trPr>
          <w:jc w:val="center"/>
        </w:trPr>
        <w:tc>
          <w:tcPr>
            <w:tcW w:w="3059" w:type="dxa"/>
          </w:tcPr>
          <w:p w14:paraId="0A85BD80" w14:textId="77777777" w:rsidR="00ED7B52" w:rsidRDefault="00ED7B52">
            <w:pPr>
              <w:rPr>
                <w:b/>
                <w:lang w:val="sv-SE"/>
              </w:rPr>
            </w:pPr>
            <w:r>
              <w:rPr>
                <w:b/>
                <w:lang w:val="sv-SE"/>
              </w:rPr>
              <w:t>Tilastotiedon siirto</w:t>
            </w:r>
          </w:p>
        </w:tc>
        <w:tc>
          <w:tcPr>
            <w:tcW w:w="1541" w:type="dxa"/>
          </w:tcPr>
          <w:p w14:paraId="47C392FE" w14:textId="77777777" w:rsidR="00ED7B52" w:rsidRDefault="00ED7B52">
            <w:pPr>
              <w:rPr>
                <w:b/>
                <w:lang w:val="sv-SE"/>
              </w:rPr>
            </w:pPr>
          </w:p>
        </w:tc>
        <w:tc>
          <w:tcPr>
            <w:tcW w:w="1857" w:type="dxa"/>
          </w:tcPr>
          <w:p w14:paraId="34EAFCA8" w14:textId="77777777" w:rsidR="00ED7B52" w:rsidRDefault="00ED7B52">
            <w:pPr>
              <w:rPr>
                <w:b/>
                <w:lang w:val="sv-SE"/>
              </w:rPr>
            </w:pPr>
          </w:p>
        </w:tc>
        <w:tc>
          <w:tcPr>
            <w:tcW w:w="1541" w:type="dxa"/>
          </w:tcPr>
          <w:p w14:paraId="35EB7F77" w14:textId="77777777" w:rsidR="00ED7B52" w:rsidRDefault="00ED7B52">
            <w:pPr>
              <w:rPr>
                <w:b/>
                <w:lang w:val="sv-SE"/>
              </w:rPr>
            </w:pPr>
          </w:p>
        </w:tc>
        <w:tc>
          <w:tcPr>
            <w:tcW w:w="1857" w:type="dxa"/>
          </w:tcPr>
          <w:p w14:paraId="2685C82E" w14:textId="77777777" w:rsidR="00ED7B52" w:rsidRDefault="00ED7B52">
            <w:pPr>
              <w:rPr>
                <w:b/>
                <w:lang w:val="sv-SE"/>
              </w:rPr>
            </w:pPr>
          </w:p>
        </w:tc>
      </w:tr>
      <w:tr w:rsidR="00ED7B52" w14:paraId="0C4C8447" w14:textId="77777777">
        <w:trPr>
          <w:jc w:val="center"/>
        </w:trPr>
        <w:tc>
          <w:tcPr>
            <w:tcW w:w="3059" w:type="dxa"/>
          </w:tcPr>
          <w:p w14:paraId="1A1D2D71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Tilastotiedon siirtoerä, esh</w:t>
            </w:r>
          </w:p>
        </w:tc>
        <w:tc>
          <w:tcPr>
            <w:tcW w:w="1541" w:type="dxa"/>
          </w:tcPr>
          <w:p w14:paraId="6C650B42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7B6DE08E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staHSS</w:t>
            </w:r>
          </w:p>
        </w:tc>
        <w:tc>
          <w:tcPr>
            <w:tcW w:w="1541" w:type="dxa"/>
          </w:tcPr>
          <w:p w14:paraId="414C91E9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318667E5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staesh</w:t>
            </w:r>
          </w:p>
        </w:tc>
      </w:tr>
      <w:tr w:rsidR="00ED7B52" w14:paraId="79264A6B" w14:textId="77777777">
        <w:trPr>
          <w:jc w:val="center"/>
        </w:trPr>
        <w:tc>
          <w:tcPr>
            <w:tcW w:w="3059" w:type="dxa"/>
          </w:tcPr>
          <w:p w14:paraId="6E7B413A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Tilastotiedon siirtoerä, pth</w:t>
            </w:r>
          </w:p>
        </w:tc>
        <w:tc>
          <w:tcPr>
            <w:tcW w:w="1541" w:type="dxa"/>
          </w:tcPr>
          <w:p w14:paraId="09823912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63D429B3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staHSS</w:t>
            </w:r>
          </w:p>
        </w:tc>
        <w:tc>
          <w:tcPr>
            <w:tcW w:w="1541" w:type="dxa"/>
          </w:tcPr>
          <w:p w14:paraId="5D50A0C7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7934C995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stapth</w:t>
            </w:r>
          </w:p>
        </w:tc>
      </w:tr>
      <w:tr w:rsidR="00ED7B52" w14:paraId="27CF4A2E" w14:textId="77777777">
        <w:trPr>
          <w:jc w:val="center"/>
        </w:trPr>
        <w:tc>
          <w:tcPr>
            <w:tcW w:w="3059" w:type="dxa"/>
          </w:tcPr>
          <w:p w14:paraId="4D01DD49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OK-kuittaus</w:t>
            </w:r>
          </w:p>
        </w:tc>
        <w:tc>
          <w:tcPr>
            <w:tcW w:w="1541" w:type="dxa"/>
          </w:tcPr>
          <w:p w14:paraId="5B932172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3676E9C8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ACK</w:t>
            </w:r>
          </w:p>
        </w:tc>
        <w:tc>
          <w:tcPr>
            <w:tcW w:w="1541" w:type="dxa"/>
          </w:tcPr>
          <w:p w14:paraId="0AF36F8E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380B6285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ACK</w:t>
            </w:r>
          </w:p>
        </w:tc>
      </w:tr>
      <w:tr w:rsidR="00ED7B52" w14:paraId="13ABECBB" w14:textId="77777777">
        <w:trPr>
          <w:jc w:val="center"/>
        </w:trPr>
        <w:tc>
          <w:tcPr>
            <w:tcW w:w="3059" w:type="dxa"/>
          </w:tcPr>
          <w:p w14:paraId="565D9396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Virhekuittaus</w:t>
            </w:r>
          </w:p>
        </w:tc>
        <w:tc>
          <w:tcPr>
            <w:tcW w:w="1541" w:type="dxa"/>
          </w:tcPr>
          <w:p w14:paraId="5EF3C944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497D257F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ACK</w:t>
            </w:r>
          </w:p>
        </w:tc>
        <w:tc>
          <w:tcPr>
            <w:tcW w:w="1541" w:type="dxa"/>
          </w:tcPr>
          <w:p w14:paraId="61145346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63CB91F9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NAK</w:t>
            </w:r>
          </w:p>
        </w:tc>
      </w:tr>
      <w:tr w:rsidR="00ED7B52" w14:paraId="7EC04E9F" w14:textId="77777777">
        <w:trPr>
          <w:jc w:val="center"/>
        </w:trPr>
        <w:tc>
          <w:tcPr>
            <w:tcW w:w="3059" w:type="dxa"/>
          </w:tcPr>
          <w:p w14:paraId="45A56B4B" w14:textId="77777777" w:rsidR="00ED7B52" w:rsidRPr="00F60908" w:rsidRDefault="00ED7B52">
            <w:r w:rsidRPr="00F60908">
              <w:t>Tiedonsiirron kuit-tauspyyntö testausta varten</w:t>
            </w:r>
          </w:p>
        </w:tc>
        <w:tc>
          <w:tcPr>
            <w:tcW w:w="1541" w:type="dxa"/>
          </w:tcPr>
          <w:p w14:paraId="76120046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2BA16A14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R2RRQ</w:t>
            </w:r>
          </w:p>
        </w:tc>
        <w:tc>
          <w:tcPr>
            <w:tcW w:w="1541" w:type="dxa"/>
          </w:tcPr>
          <w:p w14:paraId="6A6F436D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tyhjä</w:t>
            </w:r>
          </w:p>
        </w:tc>
        <w:tc>
          <w:tcPr>
            <w:tcW w:w="1857" w:type="dxa"/>
          </w:tcPr>
          <w:p w14:paraId="497A9559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tyhjä</w:t>
            </w:r>
          </w:p>
        </w:tc>
      </w:tr>
      <w:tr w:rsidR="00ED7B52" w14:paraId="31A9304B" w14:textId="77777777">
        <w:trPr>
          <w:jc w:val="center"/>
        </w:trPr>
        <w:tc>
          <w:tcPr>
            <w:tcW w:w="3059" w:type="dxa"/>
          </w:tcPr>
          <w:p w14:paraId="32951B0E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Commit-sanoma</w:t>
            </w:r>
          </w:p>
        </w:tc>
        <w:tc>
          <w:tcPr>
            <w:tcW w:w="1541" w:type="dxa"/>
          </w:tcPr>
          <w:p w14:paraId="1D3BB424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tyhjä</w:t>
            </w:r>
          </w:p>
        </w:tc>
        <w:tc>
          <w:tcPr>
            <w:tcW w:w="1857" w:type="dxa"/>
          </w:tcPr>
          <w:p w14:paraId="167A8A91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tyhjä</w:t>
            </w:r>
          </w:p>
        </w:tc>
        <w:tc>
          <w:tcPr>
            <w:tcW w:w="1541" w:type="dxa"/>
          </w:tcPr>
          <w:p w14:paraId="7622AD12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sta</w:t>
            </w:r>
          </w:p>
        </w:tc>
        <w:tc>
          <w:tcPr>
            <w:tcW w:w="1857" w:type="dxa"/>
          </w:tcPr>
          <w:p w14:paraId="2B5687EC" w14:textId="77777777" w:rsidR="00ED7B52" w:rsidRDefault="00ED7B52">
            <w:pPr>
              <w:rPr>
                <w:lang w:val="sv-SE"/>
              </w:rPr>
            </w:pPr>
            <w:r>
              <w:rPr>
                <w:lang w:val="sv-SE"/>
              </w:rPr>
              <w:t>R2CommitBody</w:t>
            </w:r>
          </w:p>
        </w:tc>
      </w:tr>
      <w:tr w:rsidR="00ED7B52" w14:paraId="7609D2E9" w14:textId="77777777">
        <w:trPr>
          <w:jc w:val="center"/>
        </w:trPr>
        <w:tc>
          <w:tcPr>
            <w:tcW w:w="3059" w:type="dxa"/>
          </w:tcPr>
          <w:p w14:paraId="42AE72A1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541" w:type="dxa"/>
          </w:tcPr>
          <w:p w14:paraId="39706BF9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857" w:type="dxa"/>
          </w:tcPr>
          <w:p w14:paraId="28EAEEFF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541" w:type="dxa"/>
          </w:tcPr>
          <w:p w14:paraId="57DF87AC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857" w:type="dxa"/>
          </w:tcPr>
          <w:p w14:paraId="3564C5ED" w14:textId="77777777" w:rsidR="00ED7B52" w:rsidRDefault="00ED7B52">
            <w:pPr>
              <w:rPr>
                <w:lang w:val="sv-SE"/>
              </w:rPr>
            </w:pPr>
          </w:p>
        </w:tc>
      </w:tr>
      <w:tr w:rsidR="00ED7B52" w14:paraId="5A99F41E" w14:textId="77777777">
        <w:trPr>
          <w:jc w:val="center"/>
        </w:trPr>
        <w:tc>
          <w:tcPr>
            <w:tcW w:w="3059" w:type="dxa"/>
          </w:tcPr>
          <w:p w14:paraId="71ED2F39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541" w:type="dxa"/>
          </w:tcPr>
          <w:p w14:paraId="3339A434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857" w:type="dxa"/>
          </w:tcPr>
          <w:p w14:paraId="455D3A87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541" w:type="dxa"/>
          </w:tcPr>
          <w:p w14:paraId="249B2C81" w14:textId="77777777" w:rsidR="00ED7B52" w:rsidRDefault="00ED7B52">
            <w:pPr>
              <w:rPr>
                <w:lang w:val="sv-SE"/>
              </w:rPr>
            </w:pPr>
          </w:p>
        </w:tc>
        <w:tc>
          <w:tcPr>
            <w:tcW w:w="1857" w:type="dxa"/>
          </w:tcPr>
          <w:p w14:paraId="70071412" w14:textId="77777777" w:rsidR="00ED7B52" w:rsidRDefault="00ED7B52">
            <w:pPr>
              <w:rPr>
                <w:lang w:val="sv-SE"/>
              </w:rPr>
            </w:pPr>
          </w:p>
        </w:tc>
      </w:tr>
    </w:tbl>
    <w:p w14:paraId="5F370D38" w14:textId="77777777" w:rsidR="00ED7B52" w:rsidRDefault="00ED7B52"/>
    <w:p w14:paraId="5E0313E1" w14:textId="77777777" w:rsidR="00ED7B52" w:rsidRDefault="00ED7B52"/>
    <w:p w14:paraId="371E8637" w14:textId="77777777" w:rsidR="00ED7B52" w:rsidRDefault="00ED7B52">
      <w:r>
        <w:lastRenderedPageBreak/>
        <w:t>Seuraavia on ilmeisesti tarpeen sopia lisää:</w:t>
      </w:r>
    </w:p>
    <w:p w14:paraId="290FBFE7" w14:textId="77777777" w:rsidR="00ED7B52" w:rsidRDefault="00ED7B52"/>
    <w:p w14:paraId="5C41C52D" w14:textId="77777777" w:rsidR="00ED7B52" w:rsidRDefault="00ED7B52">
      <w:pPr>
        <w:rPr>
          <w:b/>
        </w:rPr>
      </w:pPr>
      <w:r>
        <w:rPr>
          <w:b/>
        </w:rPr>
        <w:t xml:space="preserve">TietoEnator: </w:t>
      </w:r>
    </w:p>
    <w:p w14:paraId="62363B64" w14:textId="77777777" w:rsidR="00ED7B52" w:rsidRDefault="00ED7B52">
      <w:r>
        <w:t>lähete, täydennyspyyntö, täydennysvastaus, palaute tms.</w:t>
      </w:r>
    </w:p>
    <w:p w14:paraId="559168AF" w14:textId="77777777" w:rsidR="00ED7B52" w:rsidRDefault="00ED7B52"/>
    <w:p w14:paraId="4669D6FE" w14:textId="77777777" w:rsidR="00ED7B52" w:rsidRDefault="00ED7B52">
      <w:pPr>
        <w:rPr>
          <w:b/>
        </w:rPr>
      </w:pPr>
      <w:r>
        <w:rPr>
          <w:b/>
        </w:rPr>
        <w:t>TimoT</w:t>
      </w:r>
    </w:p>
    <w:p w14:paraId="6569AACF" w14:textId="77777777" w:rsidR="00ED7B52" w:rsidRDefault="00ED7B52">
      <w:r>
        <w:t>Lähete-palauteprosessista tiedän seuraavaa, nuolet osoittavat suunnan:</w:t>
      </w:r>
    </w:p>
    <w:p w14:paraId="21CAAD8E" w14:textId="77777777" w:rsidR="00ED7B52" w:rsidRDefault="00ED7B52"/>
    <w:p w14:paraId="7770D8B4" w14:textId="77777777" w:rsidR="00ED7B52" w:rsidRDefault="00ED7B52">
      <w:r>
        <w:t>Konsultaatiopyyntö&gt;</w:t>
      </w:r>
    </w:p>
    <w:p w14:paraId="3F367377" w14:textId="77777777" w:rsidR="00ED7B52" w:rsidRDefault="00ED7B52">
      <w:r>
        <w:t>&lt;Konsultaatiovastaus</w:t>
      </w:r>
    </w:p>
    <w:p w14:paraId="26F882A9" w14:textId="77777777" w:rsidR="00ED7B52" w:rsidRDefault="00ED7B52"/>
    <w:p w14:paraId="26B94C7C" w14:textId="77777777" w:rsidR="00ED7B52" w:rsidRDefault="00ED7B52">
      <w:r>
        <w:t>lähete&gt;</w:t>
      </w:r>
    </w:p>
    <w:p w14:paraId="2DB808A4" w14:textId="77777777" w:rsidR="00ED7B52" w:rsidRDefault="00ED7B52">
      <w:r>
        <w:t>&lt;tekninen vastaanottokuittaus, jos pyydetty</w:t>
      </w:r>
    </w:p>
    <w:p w14:paraId="08303C05" w14:textId="77777777" w:rsidR="00ED7B52" w:rsidRDefault="00ED7B52">
      <w:r>
        <w:t>&lt;käyttäjän tulokuittaus, jos pyydetty</w:t>
      </w:r>
    </w:p>
    <w:p w14:paraId="3D7B4763" w14:textId="77777777" w:rsidR="00ED7B52" w:rsidRDefault="00ED7B52">
      <w:r>
        <w:t>&lt;hoitopäätösilmoitus tai siirtoilmoitus tai palautus</w:t>
      </w:r>
    </w:p>
    <w:p w14:paraId="3D6E63F4" w14:textId="77777777" w:rsidR="00ED7B52" w:rsidRDefault="00ED7B52">
      <w:r>
        <w:t>&lt;täydennyspyyntö</w:t>
      </w:r>
    </w:p>
    <w:p w14:paraId="4EFD49F4" w14:textId="77777777" w:rsidR="00ED7B52" w:rsidRDefault="00ED7B52">
      <w:r>
        <w:t>täydennysvastaus&gt;</w:t>
      </w:r>
    </w:p>
    <w:p w14:paraId="660AE5F6" w14:textId="77777777" w:rsidR="00ED7B52" w:rsidRDefault="00ED7B52">
      <w:r>
        <w:t xml:space="preserve">&lt;hoitopalaute </w:t>
      </w:r>
    </w:p>
    <w:p w14:paraId="4B2503C8" w14:textId="77777777" w:rsidR="00ED7B52" w:rsidRDefault="00ED7B52"/>
    <w:p w14:paraId="660EDB55" w14:textId="77777777" w:rsidR="00ED7B52" w:rsidRDefault="00ED7B52">
      <w:pPr>
        <w:rPr>
          <w:b/>
        </w:rPr>
      </w:pPr>
      <w:r>
        <w:rPr>
          <w:b/>
        </w:rPr>
        <w:t>Arkisto, Antero</w:t>
      </w:r>
    </w:p>
    <w:p w14:paraId="63013740" w14:textId="77777777" w:rsidR="00ED7B52" w:rsidRDefault="00ED7B52">
      <w:r>
        <w:tab/>
        <w:t>rekisteröi kertomus</w:t>
      </w:r>
    </w:p>
    <w:p w14:paraId="40B17741" w14:textId="77777777" w:rsidR="00ED7B52" w:rsidRDefault="00ED7B52">
      <w:r>
        <w:t>lähetä alkuperäinen kertomus</w:t>
      </w:r>
    </w:p>
    <w:p w14:paraId="7338CCC1" w14:textId="77777777" w:rsidR="00ED7B52" w:rsidRDefault="00ED7B52">
      <w:r>
        <w:t>kysy kuvailutietoja</w:t>
      </w:r>
    </w:p>
    <w:p w14:paraId="651407A4" w14:textId="77777777" w:rsidR="00ED7B52" w:rsidRDefault="00ED7B52">
      <w:r>
        <w:t>vastaanota kuvailutietoja</w:t>
      </w:r>
    </w:p>
    <w:p w14:paraId="4C75FE69" w14:textId="77777777" w:rsidR="00ED7B52" w:rsidRDefault="00ED7B52">
      <w:r>
        <w:t>kysy kertomuksia</w:t>
      </w:r>
    </w:p>
    <w:p w14:paraId="65ADE832" w14:textId="77777777" w:rsidR="00ED7B52" w:rsidRDefault="00ED7B52">
      <w:r>
        <w:t>vastaanota kertomuksia</w:t>
      </w:r>
    </w:p>
    <w:p w14:paraId="5BB1AF23" w14:textId="77777777" w:rsidR="00ED7B52" w:rsidRDefault="00ED7B52"/>
    <w:p w14:paraId="4A98BDE9" w14:textId="77777777" w:rsidR="00ED7B52" w:rsidRDefault="00ED7B52"/>
    <w:sectPr w:rsidR="00ED7B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C207D" w14:textId="77777777" w:rsidR="009D35D7" w:rsidRDefault="009D35D7">
      <w:r>
        <w:separator/>
      </w:r>
    </w:p>
  </w:endnote>
  <w:endnote w:type="continuationSeparator" w:id="0">
    <w:p w14:paraId="75A67C65" w14:textId="77777777" w:rsidR="009D35D7" w:rsidRDefault="009D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Medium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ICL Classical 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96024" w14:textId="77777777" w:rsidR="00ED7B52" w:rsidRDefault="00ED7B52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51DDA" w14:textId="77777777" w:rsidR="00ED7B52" w:rsidRDefault="00ED7B52">
    <w:pPr>
      <w:pStyle w:val="Alatunniste"/>
    </w:pPr>
    <w:r>
      <w:t xml:space="preserve">_______________________________________________________________________________________________   </w:t>
    </w:r>
  </w:p>
  <w:p w14:paraId="2E27250A" w14:textId="77777777" w:rsidR="00ED7B52" w:rsidRDefault="00ED7B52">
    <w:pPr>
      <w:pStyle w:val="Alatunniste"/>
    </w:pPr>
    <w:r>
      <w:fldChar w:fldCharType="begin"/>
    </w:r>
    <w:r>
      <w:instrText xml:space="preserve"> FILENAME </w:instrText>
    </w:r>
    <w:r>
      <w:fldChar w:fldCharType="separate"/>
    </w:r>
    <w:r>
      <w:t>OpenCDA2005_Tiedonsiirto_V0.1.doc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86063" w14:textId="77777777" w:rsidR="00ED7B52" w:rsidRDefault="00ED7B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D8AAA" w14:textId="77777777" w:rsidR="009D35D7" w:rsidRDefault="009D35D7">
      <w:r>
        <w:separator/>
      </w:r>
    </w:p>
  </w:footnote>
  <w:footnote w:type="continuationSeparator" w:id="0">
    <w:p w14:paraId="06F11CE9" w14:textId="77777777" w:rsidR="009D35D7" w:rsidRDefault="009D3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D7B52" w14:paraId="243B7ABA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11B2CEFA" w14:textId="77777777" w:rsidR="00ED7B52" w:rsidRDefault="00ED7B52">
          <w:r>
            <w:pict w14:anchorId="3109F38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23.5pt;height:21.5pt" fillcolor="window">
                <v:imagedata r:id="rId1" o:title="sob"/>
              </v:shape>
            </w:pict>
          </w:r>
        </w:p>
      </w:tc>
      <w:tc>
        <w:tcPr>
          <w:tcW w:w="1051" w:type="dxa"/>
        </w:tcPr>
        <w:p w14:paraId="13BB0B77" w14:textId="77777777" w:rsidR="00ED7B52" w:rsidRDefault="00ED7B52"/>
      </w:tc>
      <w:tc>
        <w:tcPr>
          <w:tcW w:w="3201" w:type="dxa"/>
        </w:tcPr>
        <w:p w14:paraId="09B38204" w14:textId="77777777" w:rsidR="00ED7B52" w:rsidRDefault="00ED7B52">
          <w:fldSimple w:instr=" TITLE  \* MERGEFORMAT ">
            <w:r>
              <w:t>OpenCDA jatko</w:t>
            </w:r>
          </w:fldSimple>
        </w:p>
      </w:tc>
      <w:tc>
        <w:tcPr>
          <w:tcW w:w="1418" w:type="dxa"/>
        </w:tcPr>
        <w:p w14:paraId="468F8641" w14:textId="77777777" w:rsidR="00ED7B52" w:rsidRDefault="00ED7B52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0B1E4B4D" w14:textId="77777777" w:rsidR="00ED7B52" w:rsidRDefault="00ED7B52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D7B52" w14:paraId="47A15BEC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18DFFC6D" w14:textId="77777777" w:rsidR="00ED7B52" w:rsidRDefault="00ED7B52"/>
      </w:tc>
      <w:tc>
        <w:tcPr>
          <w:tcW w:w="1051" w:type="dxa"/>
        </w:tcPr>
        <w:p w14:paraId="63E3A6AE" w14:textId="77777777" w:rsidR="00ED7B52" w:rsidRDefault="00ED7B52"/>
      </w:tc>
      <w:tc>
        <w:tcPr>
          <w:tcW w:w="3201" w:type="dxa"/>
        </w:tcPr>
        <w:p w14:paraId="2F7E4D2F" w14:textId="77777777" w:rsidR="00ED7B52" w:rsidRDefault="00ED7B52">
          <w:fldSimple w:instr=" SUBJECT  \* MERGEFORMAT ">
            <w:r>
              <w:t>Raportti</w:t>
            </w:r>
          </w:fldSimple>
        </w:p>
      </w:tc>
      <w:tc>
        <w:tcPr>
          <w:tcW w:w="1418" w:type="dxa"/>
        </w:tcPr>
        <w:p w14:paraId="1B63D41A" w14:textId="77777777" w:rsidR="00ED7B52" w:rsidRDefault="00ED7B52"/>
      </w:tc>
      <w:tc>
        <w:tcPr>
          <w:tcW w:w="999" w:type="dxa"/>
        </w:tcPr>
        <w:p w14:paraId="5FCC9C9F" w14:textId="77777777" w:rsidR="00ED7B52" w:rsidRDefault="00ED7B52"/>
      </w:tc>
    </w:tr>
    <w:tr w:rsidR="00ED7B52" w14:paraId="6FE72D12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1450569C" w14:textId="77777777" w:rsidR="00ED7B52" w:rsidRDefault="00ED7B52"/>
      </w:tc>
      <w:tc>
        <w:tcPr>
          <w:tcW w:w="1051" w:type="dxa"/>
        </w:tcPr>
        <w:p w14:paraId="69176B65" w14:textId="77777777" w:rsidR="00ED7B52" w:rsidRDefault="00ED7B52"/>
      </w:tc>
      <w:tc>
        <w:tcPr>
          <w:tcW w:w="3201" w:type="dxa"/>
        </w:tcPr>
        <w:p w14:paraId="428001E5" w14:textId="77777777" w:rsidR="00ED7B52" w:rsidRDefault="00ED7B52"/>
      </w:tc>
      <w:tc>
        <w:tcPr>
          <w:tcW w:w="1418" w:type="dxa"/>
        </w:tcPr>
        <w:p w14:paraId="43D57FDD" w14:textId="77777777" w:rsidR="00ED7B52" w:rsidRDefault="00ED7B52"/>
      </w:tc>
      <w:tc>
        <w:tcPr>
          <w:tcW w:w="999" w:type="dxa"/>
        </w:tcPr>
        <w:p w14:paraId="70971AAC" w14:textId="77777777" w:rsidR="00ED7B52" w:rsidRDefault="00ED7B52"/>
      </w:tc>
    </w:tr>
    <w:tr w:rsidR="00ED7B52" w14:paraId="2BF710DD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12B8FDA8" w14:textId="77777777" w:rsidR="00ED7B52" w:rsidRDefault="00ED7B52"/>
      </w:tc>
      <w:tc>
        <w:tcPr>
          <w:tcW w:w="1051" w:type="dxa"/>
        </w:tcPr>
        <w:p w14:paraId="5DE7E215" w14:textId="77777777" w:rsidR="00ED7B52" w:rsidRDefault="00ED7B52"/>
      </w:tc>
      <w:tc>
        <w:tcPr>
          <w:tcW w:w="3201" w:type="dxa"/>
        </w:tcPr>
        <w:p w14:paraId="23D9277B" w14:textId="77777777" w:rsidR="00ED7B52" w:rsidRDefault="00ED7B52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F60908">
            <w:rPr>
              <w:noProof/>
            </w:rPr>
            <w:t>01.02.2006</w:t>
          </w:r>
          <w:r>
            <w:fldChar w:fldCharType="end"/>
          </w:r>
        </w:p>
      </w:tc>
      <w:tc>
        <w:tcPr>
          <w:tcW w:w="1418" w:type="dxa"/>
        </w:tcPr>
        <w:p w14:paraId="5CCC6A15" w14:textId="77777777" w:rsidR="00ED7B52" w:rsidRDefault="00ED7B52">
          <w:fldSimple w:instr=" FILENAME  \* LOWER ">
            <w:r>
              <w:rPr>
                <w:noProof/>
              </w:rPr>
              <w:t>opencda2005_tiedonsiirto_v0.1.doc</w:t>
            </w:r>
          </w:fldSimple>
        </w:p>
      </w:tc>
      <w:tc>
        <w:tcPr>
          <w:tcW w:w="999" w:type="dxa"/>
        </w:tcPr>
        <w:p w14:paraId="290E7DA6" w14:textId="77777777" w:rsidR="00ED7B52" w:rsidRDefault="00ED7B52"/>
      </w:tc>
    </w:tr>
  </w:tbl>
  <w:p w14:paraId="404EB3AB" w14:textId="77777777" w:rsidR="00ED7B52" w:rsidRDefault="00ED7B52">
    <w:pPr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861D9" w14:textId="77777777" w:rsidR="00ED7B52" w:rsidRDefault="00ED7B52">
    <w:pPr>
      <w:pStyle w:val="Yltunniste"/>
    </w:pPr>
  </w:p>
  <w:p w14:paraId="120E9CDF" w14:textId="77777777" w:rsidR="00ED7B52" w:rsidRDefault="00ED7B52"/>
  <w:p w14:paraId="55A4E516" w14:textId="77777777" w:rsidR="00ED7B52" w:rsidRDefault="00ED7B5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268"/>
      <w:gridCol w:w="4678"/>
      <w:gridCol w:w="1843"/>
      <w:gridCol w:w="850"/>
    </w:tblGrid>
    <w:tr w:rsidR="00ED7B52" w14:paraId="6A27D54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268" w:type="dxa"/>
          <w:vMerge w:val="restart"/>
        </w:tcPr>
        <w:p w14:paraId="2D9DA935" w14:textId="77777777" w:rsidR="00ED7B52" w:rsidRDefault="00ED7B52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</w:rPr>
            <w:pict w14:anchorId="777BEF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8.5pt;height:51.5pt" fillcolor="window">
                <v:imagedata r:id="rId1" o:title="hl7usa"/>
              </v:shape>
            </w:pict>
          </w:r>
        </w:p>
      </w:tc>
      <w:tc>
        <w:tcPr>
          <w:tcW w:w="4678" w:type="dxa"/>
        </w:tcPr>
        <w:p w14:paraId="14711007" w14:textId="77777777" w:rsidR="00ED7B52" w:rsidRDefault="00ED7B52">
          <w:pPr>
            <w:pStyle w:val="Yltunniste"/>
          </w:pPr>
          <w:r>
            <w:t>Asiakas: HL7 Finland ry</w:t>
          </w:r>
        </w:p>
      </w:tc>
      <w:tc>
        <w:tcPr>
          <w:tcW w:w="1843" w:type="dxa"/>
        </w:tcPr>
        <w:p w14:paraId="508091BE" w14:textId="77777777" w:rsidR="00ED7B52" w:rsidRDefault="00ED7B52">
          <w:pPr>
            <w:pStyle w:val="Yltunniste"/>
            <w:jc w:val="center"/>
          </w:pPr>
          <w:r>
            <w:t>Versio 0.1</w:t>
          </w:r>
        </w:p>
      </w:tc>
      <w:tc>
        <w:tcPr>
          <w:tcW w:w="850" w:type="dxa"/>
        </w:tcPr>
        <w:p w14:paraId="6F63FE83" w14:textId="77777777" w:rsidR="00ED7B52" w:rsidRDefault="00ED7B52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F97F64">
            <w:rPr>
              <w:rStyle w:val="Sivunumero"/>
            </w:rPr>
            <w:t>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F97F64">
            <w:rPr>
              <w:rStyle w:val="Sivunumero"/>
            </w:rPr>
            <w:t>5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D7B52" w14:paraId="05A81B0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268" w:type="dxa"/>
          <w:vMerge/>
        </w:tcPr>
        <w:p w14:paraId="152E285D" w14:textId="77777777" w:rsidR="00ED7B52" w:rsidRDefault="00ED7B52">
          <w:pPr>
            <w:pStyle w:val="Yltunniste"/>
          </w:pPr>
        </w:p>
      </w:tc>
      <w:tc>
        <w:tcPr>
          <w:tcW w:w="4678" w:type="dxa"/>
        </w:tcPr>
        <w:p w14:paraId="26CF3F45" w14:textId="77777777" w:rsidR="00ED7B52" w:rsidRDefault="00ED7B52">
          <w:pPr>
            <w:pStyle w:val="Yltunniste"/>
          </w:pPr>
        </w:p>
        <w:p w14:paraId="77BAF87B" w14:textId="77777777" w:rsidR="00ED7B52" w:rsidRDefault="00ED7B52">
          <w:pPr>
            <w:pStyle w:val="Yltunniste"/>
          </w:pPr>
          <w:r>
            <w:t xml:space="preserve">Projekti: Open CDA 2005 </w:t>
          </w:r>
        </w:p>
        <w:p w14:paraId="5ADB6C49" w14:textId="77777777" w:rsidR="00ED7B52" w:rsidRDefault="00ED7B52">
          <w:pPr>
            <w:pStyle w:val="Yltunniste"/>
          </w:pPr>
        </w:p>
      </w:tc>
      <w:tc>
        <w:tcPr>
          <w:tcW w:w="1843" w:type="dxa"/>
        </w:tcPr>
        <w:p w14:paraId="2ED6120C" w14:textId="77777777" w:rsidR="00ED7B52" w:rsidRDefault="00ED7B52">
          <w:pPr>
            <w:pStyle w:val="Yltunniste"/>
            <w:jc w:val="center"/>
          </w:pPr>
        </w:p>
        <w:p w14:paraId="657F34EB" w14:textId="77777777" w:rsidR="00ED7B52" w:rsidRDefault="00ED7B52">
          <w:pPr>
            <w:pStyle w:val="Yltunniste"/>
            <w:jc w:val="center"/>
          </w:pPr>
          <w:r>
            <w:t>23.1.2006</w:t>
          </w:r>
        </w:p>
      </w:tc>
      <w:tc>
        <w:tcPr>
          <w:tcW w:w="850" w:type="dxa"/>
        </w:tcPr>
        <w:p w14:paraId="5C1DFE0D" w14:textId="77777777" w:rsidR="00ED7B52" w:rsidRDefault="00ED7B52">
          <w:pPr>
            <w:pStyle w:val="Yltunniste"/>
          </w:pPr>
        </w:p>
      </w:tc>
    </w:tr>
    <w:tr w:rsidR="00ED7B52" w14:paraId="2A9A6CBF" w14:textId="77777777">
      <w:tblPrEx>
        <w:tblCellMar>
          <w:top w:w="0" w:type="dxa"/>
          <w:bottom w:w="0" w:type="dxa"/>
        </w:tblCellMar>
      </w:tblPrEx>
      <w:trPr>
        <w:cantSplit/>
        <w:trHeight w:hRule="exact" w:val="284"/>
      </w:trPr>
      <w:tc>
        <w:tcPr>
          <w:tcW w:w="2268" w:type="dxa"/>
        </w:tcPr>
        <w:p w14:paraId="1D21C15F" w14:textId="77777777" w:rsidR="00ED7B52" w:rsidRDefault="00ED7B52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4678" w:type="dxa"/>
        </w:tcPr>
        <w:p w14:paraId="33042D95" w14:textId="77777777" w:rsidR="00ED7B52" w:rsidRDefault="00ED7B52">
          <w:pPr>
            <w:pStyle w:val="Yltunniste"/>
          </w:pPr>
          <w:r>
            <w:t>Dokumentti: Tiedonsiirron palvelutunnukset</w:t>
          </w:r>
        </w:p>
      </w:tc>
      <w:tc>
        <w:tcPr>
          <w:tcW w:w="1843" w:type="dxa"/>
        </w:tcPr>
        <w:p w14:paraId="42557F53" w14:textId="77777777" w:rsidR="00ED7B52" w:rsidRDefault="00ED7B52">
          <w:pPr>
            <w:pStyle w:val="Yltunniste"/>
            <w:rPr>
              <w:sz w:val="16"/>
            </w:rPr>
          </w:pPr>
        </w:p>
      </w:tc>
      <w:tc>
        <w:tcPr>
          <w:tcW w:w="850" w:type="dxa"/>
        </w:tcPr>
        <w:p w14:paraId="650276F4" w14:textId="77777777" w:rsidR="00ED7B52" w:rsidRDefault="00ED7B52">
          <w:pPr>
            <w:pStyle w:val="Yltunniste"/>
          </w:pPr>
        </w:p>
      </w:tc>
    </w:tr>
  </w:tbl>
  <w:p w14:paraId="014AA9C4" w14:textId="77777777" w:rsidR="00ED7B52" w:rsidRDefault="00ED7B5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D7B52" w14:paraId="1FEEFAFF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4C08F31D" w14:textId="77777777" w:rsidR="00ED7B52" w:rsidRDefault="00ED7B52">
          <w:r>
            <w:pict w14:anchorId="65D153E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123.5pt;height:21.5pt" fillcolor="window">
                <v:imagedata r:id="rId1" o:title="sob"/>
              </v:shape>
            </w:pict>
          </w:r>
        </w:p>
      </w:tc>
      <w:tc>
        <w:tcPr>
          <w:tcW w:w="1051" w:type="dxa"/>
        </w:tcPr>
        <w:p w14:paraId="0E638BCF" w14:textId="77777777" w:rsidR="00ED7B52" w:rsidRDefault="00ED7B52"/>
      </w:tc>
      <w:tc>
        <w:tcPr>
          <w:tcW w:w="3201" w:type="dxa"/>
        </w:tcPr>
        <w:p w14:paraId="1BF749BC" w14:textId="77777777" w:rsidR="00ED7B52" w:rsidRDefault="00ED7B52">
          <w:fldSimple w:instr=" TITLE  \* MERGEFORMAT ">
            <w:r>
              <w:t>OpenCDA jatko</w:t>
            </w:r>
          </w:fldSimple>
        </w:p>
      </w:tc>
      <w:tc>
        <w:tcPr>
          <w:tcW w:w="1418" w:type="dxa"/>
        </w:tcPr>
        <w:p w14:paraId="78D47A59" w14:textId="77777777" w:rsidR="00ED7B52" w:rsidRDefault="00ED7B52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0A66AC5C" w14:textId="77777777" w:rsidR="00ED7B52" w:rsidRDefault="00ED7B52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8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ED7B52" w14:paraId="022A1AE8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2E1FDD9B" w14:textId="77777777" w:rsidR="00ED7B52" w:rsidRDefault="00ED7B52"/>
      </w:tc>
      <w:tc>
        <w:tcPr>
          <w:tcW w:w="1051" w:type="dxa"/>
        </w:tcPr>
        <w:p w14:paraId="17855C67" w14:textId="77777777" w:rsidR="00ED7B52" w:rsidRDefault="00ED7B52"/>
      </w:tc>
      <w:tc>
        <w:tcPr>
          <w:tcW w:w="3201" w:type="dxa"/>
        </w:tcPr>
        <w:p w14:paraId="72368DC4" w14:textId="77777777" w:rsidR="00ED7B52" w:rsidRDefault="00ED7B52">
          <w:fldSimple w:instr=" SUBJECT  \* MERGEFORMAT ">
            <w:r>
              <w:t>Raportti</w:t>
            </w:r>
          </w:fldSimple>
        </w:p>
      </w:tc>
      <w:tc>
        <w:tcPr>
          <w:tcW w:w="1418" w:type="dxa"/>
        </w:tcPr>
        <w:p w14:paraId="31E99ACE" w14:textId="77777777" w:rsidR="00ED7B52" w:rsidRDefault="00ED7B52"/>
      </w:tc>
      <w:tc>
        <w:tcPr>
          <w:tcW w:w="999" w:type="dxa"/>
        </w:tcPr>
        <w:p w14:paraId="69E49B63" w14:textId="77777777" w:rsidR="00ED7B52" w:rsidRDefault="00ED7B52"/>
      </w:tc>
    </w:tr>
    <w:tr w:rsidR="00ED7B52" w14:paraId="49E3F288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2456E603" w14:textId="77777777" w:rsidR="00ED7B52" w:rsidRDefault="00ED7B52"/>
      </w:tc>
      <w:tc>
        <w:tcPr>
          <w:tcW w:w="1051" w:type="dxa"/>
        </w:tcPr>
        <w:p w14:paraId="34C2CF9E" w14:textId="77777777" w:rsidR="00ED7B52" w:rsidRDefault="00ED7B52"/>
      </w:tc>
      <w:tc>
        <w:tcPr>
          <w:tcW w:w="3201" w:type="dxa"/>
        </w:tcPr>
        <w:p w14:paraId="30A3B8AA" w14:textId="77777777" w:rsidR="00ED7B52" w:rsidRDefault="00ED7B52"/>
      </w:tc>
      <w:tc>
        <w:tcPr>
          <w:tcW w:w="1418" w:type="dxa"/>
        </w:tcPr>
        <w:p w14:paraId="13F02A8D" w14:textId="77777777" w:rsidR="00ED7B52" w:rsidRDefault="00ED7B52"/>
      </w:tc>
      <w:tc>
        <w:tcPr>
          <w:tcW w:w="999" w:type="dxa"/>
        </w:tcPr>
        <w:p w14:paraId="7F9D2010" w14:textId="77777777" w:rsidR="00ED7B52" w:rsidRDefault="00ED7B52"/>
      </w:tc>
    </w:tr>
    <w:tr w:rsidR="00ED7B52" w14:paraId="3F61F962" w14:textId="77777777">
      <w:tblPrEx>
        <w:tblCellMar>
          <w:top w:w="0" w:type="dxa"/>
          <w:bottom w:w="0" w:type="dxa"/>
        </w:tblCellMar>
      </w:tblPrEx>
      <w:tc>
        <w:tcPr>
          <w:tcW w:w="2694" w:type="dxa"/>
        </w:tcPr>
        <w:p w14:paraId="48DC3AD3" w14:textId="77777777" w:rsidR="00ED7B52" w:rsidRDefault="00ED7B52"/>
      </w:tc>
      <w:tc>
        <w:tcPr>
          <w:tcW w:w="1051" w:type="dxa"/>
        </w:tcPr>
        <w:p w14:paraId="43C98E50" w14:textId="77777777" w:rsidR="00ED7B52" w:rsidRDefault="00ED7B52"/>
      </w:tc>
      <w:tc>
        <w:tcPr>
          <w:tcW w:w="3201" w:type="dxa"/>
        </w:tcPr>
        <w:p w14:paraId="26656EDA" w14:textId="77777777" w:rsidR="00ED7B52" w:rsidRDefault="00ED7B52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F60908">
            <w:rPr>
              <w:noProof/>
              <w:sz w:val="20"/>
            </w:rPr>
            <w:t>01.02.2006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1C5A683B" w14:textId="77777777" w:rsidR="00ED7B52" w:rsidRDefault="00ED7B52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opencda2005_tiedonsiirto_v0.1.doc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535D5A67" w14:textId="77777777" w:rsidR="00ED7B52" w:rsidRDefault="00ED7B52"/>
      </w:tc>
    </w:tr>
  </w:tbl>
  <w:p w14:paraId="2CA907E2" w14:textId="77777777" w:rsidR="00ED7B52" w:rsidRDefault="00ED7B52">
    <w:pPr>
      <w:spacing w:before="120"/>
    </w:pPr>
  </w:p>
  <w:p w14:paraId="6BA0366D" w14:textId="77777777" w:rsidR="00ED7B52" w:rsidRDefault="00ED7B52"/>
  <w:p w14:paraId="7C54DED1" w14:textId="77777777" w:rsidR="00ED7B52" w:rsidRDefault="00ED7B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1F315417"/>
    <w:multiLevelType w:val="hybridMultilevel"/>
    <w:tmpl w:val="2EFE521A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3" w15:restartNumberingAfterBreak="0">
    <w:nsid w:val="2DEB5C46"/>
    <w:multiLevelType w:val="hybridMultilevel"/>
    <w:tmpl w:val="DCA2F51A"/>
    <w:lvl w:ilvl="0" w:tplc="FFFFFFFF">
      <w:start w:val="1"/>
      <w:numFmt w:val="bullet"/>
      <w:pStyle w:val="Normalbulletedindent"/>
      <w:lvlText w:val=""/>
      <w:lvlJc w:val="left"/>
      <w:pPr>
        <w:tabs>
          <w:tab w:val="num" w:pos="4253"/>
        </w:tabs>
        <w:ind w:left="4253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3E7D12C3"/>
    <w:multiLevelType w:val="multilevel"/>
    <w:tmpl w:val="23B8B498"/>
    <w:lvl w:ilvl="0">
      <w:start w:val="1"/>
      <w:numFmt w:val="decimal"/>
      <w:pStyle w:val="Heading1Otsikkoeka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Otsikkotoka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Otsikkokolmas11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Otsikkoneljas111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Otsikkoviides1111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FEF6CBF"/>
    <w:multiLevelType w:val="hybridMultilevel"/>
    <w:tmpl w:val="CE423A1A"/>
    <w:lvl w:ilvl="0" w:tplc="040B000F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8367433">
    <w:abstractNumId w:val="0"/>
  </w:num>
  <w:num w:numId="2" w16cid:durableId="978799940">
    <w:abstractNumId w:val="1"/>
  </w:num>
  <w:num w:numId="3" w16cid:durableId="1607805288">
    <w:abstractNumId w:val="2"/>
  </w:num>
  <w:num w:numId="4" w16cid:durableId="816530535">
    <w:abstractNumId w:val="5"/>
  </w:num>
  <w:num w:numId="5" w16cid:durableId="1540240042">
    <w:abstractNumId w:val="4"/>
  </w:num>
  <w:num w:numId="6" w16cid:durableId="1783105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sv-SE" w:vendorID="64" w:dllVersion="0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0" w:dllVersion="512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autoHyphenation/>
  <w:hyphenationZone w:val="34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01"/>
  </w:hdrShapeDefaults>
  <w:footnotePr>
    <w:numRestart w:val="eachSect"/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7F64"/>
    <w:rsid w:val="009D35D7"/>
    <w:rsid w:val="00ED7B52"/>
    <w:rsid w:val="00F60908"/>
    <w:rsid w:val="00F9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1"/>
    <o:shapelayout v:ext="edit">
      <o:idmap v:ext="edit" data="2"/>
    </o:shapelayout>
  </w:shapeDefaults>
  <w:decimalSymbol w:val=","/>
  <w:listSeparator w:val=","/>
  <w14:docId w14:val="4F3B4D1B"/>
  <w15:chartTrackingRefBased/>
  <w15:docId w15:val="{197F272C-3056-41B3-BB4E-C1C62360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qFormat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Vakiosisennys">
    <w:name w:val="Normal Indent"/>
    <w:basedOn w:val="Normaali"/>
    <w:next w:val="Normaali"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</w:style>
  <w:style w:type="paragraph" w:styleId="Sisluet3">
    <w:name w:val="toc 3"/>
    <w:basedOn w:val="Normaali"/>
    <w:next w:val="Normaali"/>
    <w:semiHidden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semiHidden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semiHidden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semiHidden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semiHidden/>
    <w:pPr>
      <w:spacing w:before="240" w:after="120"/>
      <w:jc w:val="center"/>
    </w:pPr>
    <w:rPr>
      <w:b/>
      <w:sz w:val="26"/>
    </w:rPr>
  </w:style>
  <w:style w:type="paragraph" w:styleId="Alatunniste">
    <w:name w:val="footer"/>
    <w:basedOn w:val="Normaali"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</w:style>
  <w:style w:type="paragraph" w:styleId="Kuvaotsikko">
    <w:name w:val="caption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pPr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  <w:rPr>
      <w:szCs w:val="24"/>
    </w:r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paragraph" w:customStyle="1" w:styleId="ListItem3">
    <w:name w:val="List Item 3"/>
    <w:basedOn w:val="Normaali"/>
    <w:pPr>
      <w:suppressLineNumbers/>
      <w:tabs>
        <w:tab w:val="num" w:leader="dot" w:pos="-32611"/>
      </w:tabs>
      <w:spacing w:before="240"/>
      <w:ind w:left="3119" w:hanging="567"/>
    </w:pPr>
  </w:style>
  <w:style w:type="paragraph" w:customStyle="1" w:styleId="NormalCourier">
    <w:name w:val="Normal Courier"/>
    <w:basedOn w:val="Normaali"/>
    <w:pPr>
      <w:spacing w:before="120"/>
    </w:pPr>
    <w:rPr>
      <w:rFonts w:ascii="Courier New" w:hAnsi="Courier New"/>
      <w:sz w:val="20"/>
    </w:rPr>
  </w:style>
  <w:style w:type="paragraph" w:styleId="Tervehdys">
    <w:name w:val="Salutation"/>
    <w:basedOn w:val="Normaali"/>
    <w:next w:val="Normaali"/>
    <w:pPr>
      <w:spacing w:before="240"/>
      <w:ind w:left="2268"/>
    </w:pPr>
  </w:style>
  <w:style w:type="paragraph" w:styleId="Otsikko">
    <w:name w:val="Title"/>
    <w:basedOn w:val="Normaali"/>
    <w:next w:val="Otsikko1"/>
    <w:qFormat/>
    <w:pPr>
      <w:spacing w:before="240" w:after="480"/>
      <w:ind w:left="2268"/>
    </w:pPr>
    <w:rPr>
      <w:b/>
      <w:i/>
      <w:sz w:val="28"/>
    </w:rPr>
  </w:style>
  <w:style w:type="paragraph" w:customStyle="1" w:styleId="ListItem1">
    <w:name w:val="List Item 1"/>
    <w:basedOn w:val="Normaali"/>
    <w:pPr>
      <w:suppressLineNumbers/>
      <w:tabs>
        <w:tab w:val="bar" w:leader="none" w:pos="-32611"/>
        <w:tab w:val="left" w:pos="2835"/>
        <w:tab w:val="left" w:pos="4536"/>
      </w:tabs>
      <w:spacing w:before="240"/>
      <w:ind w:left="1985" w:hanging="567"/>
    </w:pPr>
  </w:style>
  <w:style w:type="paragraph" w:customStyle="1" w:styleId="ListItem2">
    <w:name w:val="List Item 2"/>
    <w:basedOn w:val="Normaali"/>
    <w:pPr>
      <w:suppressLineNumbers/>
      <w:tabs>
        <w:tab w:val="decimal" w:leader="underscore" w:pos="-31780"/>
        <w:tab w:val="left" w:leader="underscore" w:pos="-32611"/>
      </w:tabs>
      <w:spacing w:before="240"/>
      <w:ind w:left="2552" w:hanging="567"/>
    </w:pPr>
  </w:style>
  <w:style w:type="paragraph" w:customStyle="1" w:styleId="ListItem4">
    <w:name w:val="List Item 4"/>
    <w:basedOn w:val="Normaali"/>
    <w:pPr>
      <w:suppressLineNumbers/>
      <w:spacing w:before="240"/>
      <w:ind w:left="4536" w:hanging="567"/>
    </w:pPr>
  </w:style>
  <w:style w:type="paragraph" w:customStyle="1" w:styleId="NormalIndentHidden">
    <w:name w:val="Normal Indent Hidden"/>
    <w:basedOn w:val="Normaali"/>
    <w:pPr>
      <w:pBdr>
        <w:right w:val="double" w:sz="6" w:space="5" w:color="auto"/>
      </w:pBdr>
      <w:spacing w:before="240" w:after="240"/>
      <w:ind w:left="1418" w:right="567"/>
    </w:pPr>
    <w:rPr>
      <w:vanish/>
    </w:rPr>
  </w:style>
  <w:style w:type="paragraph" w:customStyle="1" w:styleId="Vliotsikko">
    <w:name w:val="Väliotsikko"/>
    <w:next w:val="Vakiosisennys"/>
    <w:pPr>
      <w:keepNext/>
      <w:keepLines/>
      <w:spacing w:after="240"/>
      <w:ind w:left="680"/>
    </w:pPr>
    <w:rPr>
      <w:rFonts w:ascii="Times New Roman" w:hAnsi="Times New Roman"/>
      <w:sz w:val="22"/>
      <w:lang w:val="en-GB" w:eastAsia="en-US"/>
    </w:rPr>
  </w:style>
  <w:style w:type="paragraph" w:customStyle="1" w:styleId="BIGHEADING">
    <w:name w:val="BIG HEADING"/>
    <w:basedOn w:val="Normaali"/>
    <w:next w:val="Vakiosisennys"/>
    <w:pPr>
      <w:spacing w:before="240" w:after="240"/>
      <w:ind w:left="2268"/>
    </w:pPr>
    <w:rPr>
      <w:b/>
      <w:caps/>
      <w:sz w:val="28"/>
    </w:rPr>
  </w:style>
  <w:style w:type="paragraph" w:customStyle="1" w:styleId="Information">
    <w:name w:val="Information"/>
    <w:basedOn w:val="Normaali"/>
    <w:pPr>
      <w:suppressLineNumbers/>
      <w:tabs>
        <w:tab w:val="center" w:leader="dot" w:pos="-32611"/>
        <w:tab w:val="left" w:leader="hyphen" w:pos="-32012"/>
        <w:tab w:val="left" w:leader="hyphen" w:pos="-32018"/>
        <w:tab w:val="decimal" w:pos="-31872"/>
        <w:tab w:val="left" w:leader="middleDot" w:pos="-32611"/>
        <w:tab w:val="left" w:pos="2835"/>
        <w:tab w:val="left" w:pos="6237"/>
      </w:tabs>
      <w:spacing w:before="240" w:after="120"/>
      <w:ind w:left="2835" w:hanging="2835"/>
    </w:pPr>
    <w:rPr>
      <w:rFonts w:ascii="CG Times (W1)" w:hAnsi="CG Times (W1)"/>
    </w:rPr>
  </w:style>
  <w:style w:type="paragraph" w:customStyle="1" w:styleId="Esimerkki">
    <w:name w:val="Esimerkki"/>
    <w:basedOn w:val="Vakiosisennys"/>
    <w:pPr>
      <w:spacing w:before="240"/>
    </w:pPr>
    <w:rPr>
      <w:i/>
    </w:rPr>
  </w:style>
  <w:style w:type="paragraph" w:customStyle="1" w:styleId="KALVO">
    <w:name w:val="KALVO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268"/>
    </w:pPr>
    <w:rPr>
      <w:rFonts w:ascii="Univers (W1)" w:hAnsi="Univers (W1)"/>
      <w:b/>
      <w:smallCaps/>
      <w:sz w:val="32"/>
    </w:rPr>
  </w:style>
  <w:style w:type="paragraph" w:customStyle="1" w:styleId="KALVOList1">
    <w:name w:val="KALVO List 1"/>
    <w:basedOn w:val="KALVO"/>
    <w:pPr>
      <w:ind w:hanging="567"/>
    </w:pPr>
  </w:style>
  <w:style w:type="paragraph" w:customStyle="1" w:styleId="NoticeList">
    <w:name w:val="NoticeList"/>
    <w:basedOn w:val="Normaali"/>
    <w:pPr>
      <w:framePr w:hSpace="181" w:vSpace="181" w:wrap="auto" w:hAnchor="margin" w:yAlign="bottom"/>
      <w:suppressLineNumbers/>
      <w:tabs>
        <w:tab w:val="center" w:leader="dot" w:pos="-32611"/>
        <w:tab w:val="left" w:leader="hyphen" w:pos="-32012"/>
        <w:tab w:val="left" w:leader="hyphen" w:pos="-32018"/>
        <w:tab w:val="left" w:pos="2835"/>
        <w:tab w:val="left" w:pos="6237"/>
      </w:tabs>
      <w:spacing w:before="240" w:after="120"/>
      <w:ind w:left="2835" w:hanging="2835"/>
    </w:pPr>
    <w:rPr>
      <w:sz w:val="20"/>
    </w:rPr>
  </w:style>
  <w:style w:type="paragraph" w:styleId="Luettelo2">
    <w:name w:val="List 2"/>
    <w:basedOn w:val="Normaali"/>
    <w:pPr>
      <w:spacing w:before="240"/>
      <w:ind w:left="566" w:hanging="283"/>
    </w:pPr>
  </w:style>
  <w:style w:type="paragraph" w:styleId="Merkittyluettelo2">
    <w:name w:val="List Bullet 2"/>
    <w:basedOn w:val="Normaali"/>
    <w:pPr>
      <w:spacing w:before="240"/>
      <w:ind w:left="566" w:hanging="283"/>
    </w:pPr>
  </w:style>
  <w:style w:type="paragraph" w:styleId="Alaotsikko">
    <w:name w:val="Subtitle"/>
    <w:basedOn w:val="Normaali"/>
    <w:qFormat/>
    <w:pPr>
      <w:spacing w:before="240" w:after="60"/>
      <w:ind w:left="2268"/>
      <w:jc w:val="center"/>
    </w:pPr>
    <w:rPr>
      <w:rFonts w:ascii="Arial" w:hAnsi="Arial"/>
      <w:i/>
    </w:rPr>
  </w:style>
  <w:style w:type="paragraph" w:customStyle="1" w:styleId="NormaaliP">
    <w:name w:val="Normaali.P"/>
    <w:pPr>
      <w:widowControl w:val="0"/>
    </w:pPr>
    <w:rPr>
      <w:rFonts w:ascii="Times New Roman" w:hAnsi="Times New Roman"/>
      <w:sz w:val="24"/>
      <w:lang w:eastAsia="en-US"/>
    </w:rPr>
  </w:style>
  <w:style w:type="paragraph" w:styleId="Leipteksti3">
    <w:name w:val="Body Text 3"/>
    <w:basedOn w:val="Sisennettyleipteksti"/>
    <w:pPr>
      <w:spacing w:before="240" w:after="120"/>
      <w:ind w:left="283"/>
    </w:pPr>
    <w:rPr>
      <w:sz w:val="20"/>
    </w:rPr>
  </w:style>
  <w:style w:type="paragraph" w:customStyle="1" w:styleId="Text">
    <w:name w:val="_Text"/>
    <w:basedOn w:val="Normaali"/>
    <w:pPr>
      <w:ind w:left="2268"/>
    </w:pPr>
    <w:rPr>
      <w:lang w:val="en-US"/>
    </w:rPr>
  </w:style>
  <w:style w:type="paragraph" w:styleId="Lohkoteksti">
    <w:name w:val="Block Text"/>
    <w:basedOn w:val="Normaali"/>
    <w:pPr>
      <w:spacing w:before="240" w:after="120"/>
      <w:ind w:left="1440" w:right="1440"/>
    </w:pPr>
  </w:style>
  <w:style w:type="paragraph" w:styleId="Leipteksti">
    <w:name w:val="Body Text"/>
    <w:basedOn w:val="Normaali"/>
    <w:pPr>
      <w:spacing w:before="240" w:after="120"/>
      <w:ind w:left="2268"/>
    </w:pPr>
  </w:style>
  <w:style w:type="paragraph" w:styleId="Leipteksti2">
    <w:name w:val="Body Text 2"/>
    <w:basedOn w:val="Normaali"/>
    <w:pPr>
      <w:spacing w:before="240" w:after="120" w:line="480" w:lineRule="auto"/>
      <w:ind w:left="2268"/>
    </w:pPr>
  </w:style>
  <w:style w:type="paragraph" w:styleId="Leiptekstin1rivinsisennys">
    <w:name w:val="Body Text First Indent"/>
    <w:basedOn w:val="Leipteksti"/>
    <w:pPr>
      <w:ind w:firstLine="210"/>
    </w:pPr>
  </w:style>
  <w:style w:type="paragraph" w:styleId="Leiptekstin1rivinsisennys2">
    <w:name w:val="Body Text First Indent 2"/>
    <w:basedOn w:val="Sisennettyleipteksti"/>
    <w:pPr>
      <w:spacing w:before="240" w:after="120"/>
      <w:ind w:left="283" w:firstLine="210"/>
    </w:pPr>
  </w:style>
  <w:style w:type="paragraph" w:styleId="Sisennettyleipteksti2">
    <w:name w:val="Body Text Indent 2"/>
    <w:basedOn w:val="Normaali"/>
    <w:pPr>
      <w:spacing w:before="240" w:after="120" w:line="480" w:lineRule="auto"/>
      <w:ind w:left="283"/>
    </w:pPr>
  </w:style>
  <w:style w:type="paragraph" w:styleId="Sisennettyleipteksti3">
    <w:name w:val="Body Text Indent 3"/>
    <w:basedOn w:val="Normaali"/>
    <w:pPr>
      <w:spacing w:before="240" w:after="120"/>
      <w:ind w:left="283"/>
    </w:pPr>
    <w:rPr>
      <w:sz w:val="16"/>
    </w:rPr>
  </w:style>
  <w:style w:type="paragraph" w:styleId="Lopetus">
    <w:name w:val="Closing"/>
    <w:basedOn w:val="Normaali"/>
    <w:pPr>
      <w:spacing w:before="240"/>
      <w:ind w:left="4252"/>
    </w:pPr>
  </w:style>
  <w:style w:type="paragraph" w:styleId="Pivmr">
    <w:name w:val="Date"/>
    <w:basedOn w:val="Normaali"/>
    <w:next w:val="Normaali"/>
    <w:pPr>
      <w:spacing w:before="240"/>
      <w:ind w:left="2268"/>
    </w:pPr>
  </w:style>
  <w:style w:type="paragraph" w:styleId="Kirjekuorenosoite">
    <w:name w:val="envelope address"/>
    <w:basedOn w:val="Normaali"/>
    <w:pPr>
      <w:framePr w:w="7920" w:h="1980" w:hRule="exact" w:hSpace="180" w:wrap="auto" w:hAnchor="page" w:xAlign="center" w:yAlign="bottom"/>
      <w:spacing w:before="240"/>
      <w:ind w:left="2880"/>
    </w:pPr>
    <w:rPr>
      <w:rFonts w:ascii="Arial" w:hAnsi="Arial"/>
    </w:rPr>
  </w:style>
  <w:style w:type="paragraph" w:styleId="Kirjekuorenpalautusosoite">
    <w:name w:val="envelope return"/>
    <w:basedOn w:val="Normaali"/>
    <w:pPr>
      <w:spacing w:before="240"/>
      <w:ind w:left="2268"/>
    </w:pPr>
    <w:rPr>
      <w:rFonts w:ascii="Arial" w:hAnsi="Arial"/>
      <w:sz w:val="20"/>
    </w:rPr>
  </w:style>
  <w:style w:type="paragraph" w:styleId="Luettelo">
    <w:name w:val="List"/>
    <w:basedOn w:val="Normaali"/>
    <w:pPr>
      <w:spacing w:before="240"/>
      <w:ind w:left="283" w:hanging="283"/>
    </w:pPr>
  </w:style>
  <w:style w:type="paragraph" w:styleId="Luettelo3">
    <w:name w:val="List 3"/>
    <w:basedOn w:val="Normaali"/>
    <w:pPr>
      <w:spacing w:before="240"/>
      <w:ind w:left="849" w:hanging="283"/>
    </w:pPr>
  </w:style>
  <w:style w:type="paragraph" w:styleId="Luettelo4">
    <w:name w:val="List 4"/>
    <w:basedOn w:val="Normaali"/>
    <w:pPr>
      <w:spacing w:before="240"/>
      <w:ind w:left="1132" w:hanging="283"/>
    </w:pPr>
  </w:style>
  <w:style w:type="paragraph" w:styleId="Luettelo5">
    <w:name w:val="List 5"/>
    <w:basedOn w:val="Normaali"/>
    <w:pPr>
      <w:spacing w:before="240"/>
      <w:ind w:left="1415" w:hanging="283"/>
    </w:pPr>
  </w:style>
  <w:style w:type="paragraph" w:styleId="Merkittyluettelo">
    <w:name w:val="List Bullet"/>
    <w:basedOn w:val="Normaali"/>
    <w:autoRedefine/>
    <w:pPr>
      <w:tabs>
        <w:tab w:val="num" w:pos="360"/>
      </w:tabs>
      <w:spacing w:before="240"/>
      <w:ind w:left="360" w:hanging="360"/>
    </w:pPr>
  </w:style>
  <w:style w:type="paragraph" w:styleId="Merkittyluettelo3">
    <w:name w:val="List Bullet 3"/>
    <w:basedOn w:val="Normaali"/>
    <w:autoRedefine/>
    <w:pPr>
      <w:tabs>
        <w:tab w:val="num" w:pos="926"/>
      </w:tabs>
      <w:spacing w:before="240"/>
      <w:ind w:left="926" w:hanging="360"/>
    </w:pPr>
  </w:style>
  <w:style w:type="paragraph" w:styleId="Merkittyluettelo4">
    <w:name w:val="List Bullet 4"/>
    <w:basedOn w:val="Normaali"/>
    <w:autoRedefine/>
    <w:pPr>
      <w:tabs>
        <w:tab w:val="num" w:pos="1209"/>
      </w:tabs>
      <w:spacing w:before="240"/>
      <w:ind w:left="1209" w:hanging="360"/>
    </w:pPr>
  </w:style>
  <w:style w:type="paragraph" w:styleId="Merkittyluettelo5">
    <w:name w:val="List Bullet 5"/>
    <w:basedOn w:val="Normaali"/>
    <w:autoRedefine/>
    <w:pPr>
      <w:tabs>
        <w:tab w:val="num" w:pos="1492"/>
      </w:tabs>
      <w:spacing w:before="240"/>
      <w:ind w:left="1492" w:hanging="360"/>
    </w:pPr>
  </w:style>
  <w:style w:type="paragraph" w:styleId="Jatkoluettelo">
    <w:name w:val="List Continue"/>
    <w:basedOn w:val="Normaali"/>
    <w:pPr>
      <w:spacing w:before="240" w:after="120"/>
      <w:ind w:left="283"/>
    </w:pPr>
  </w:style>
  <w:style w:type="paragraph" w:styleId="Jatkoluettelo2">
    <w:name w:val="List Continue 2"/>
    <w:basedOn w:val="Normaali"/>
    <w:pPr>
      <w:spacing w:before="240" w:after="120"/>
      <w:ind w:left="566"/>
    </w:pPr>
  </w:style>
  <w:style w:type="paragraph" w:styleId="Jatkoluettelo3">
    <w:name w:val="List Continue 3"/>
    <w:basedOn w:val="Normaali"/>
    <w:pPr>
      <w:spacing w:before="240" w:after="120"/>
      <w:ind w:left="849"/>
    </w:pPr>
  </w:style>
  <w:style w:type="paragraph" w:styleId="Jatkoluettelo4">
    <w:name w:val="List Continue 4"/>
    <w:basedOn w:val="Normaali"/>
    <w:pPr>
      <w:spacing w:before="240" w:after="120"/>
      <w:ind w:left="1132"/>
    </w:pPr>
  </w:style>
  <w:style w:type="paragraph" w:styleId="Jatkoluettelo5">
    <w:name w:val="List Continue 5"/>
    <w:basedOn w:val="Normaali"/>
    <w:pPr>
      <w:spacing w:before="240" w:after="120"/>
      <w:ind w:left="1415"/>
    </w:pPr>
  </w:style>
  <w:style w:type="paragraph" w:styleId="Numeroituluettelo">
    <w:name w:val="List Number"/>
    <w:basedOn w:val="Normaali"/>
    <w:pPr>
      <w:tabs>
        <w:tab w:val="num" w:pos="360"/>
      </w:tabs>
      <w:spacing w:before="240"/>
      <w:ind w:left="360" w:hanging="360"/>
    </w:pPr>
  </w:style>
  <w:style w:type="paragraph" w:styleId="Numeroituluettelo2">
    <w:name w:val="List Number 2"/>
    <w:basedOn w:val="Normaali"/>
    <w:pPr>
      <w:tabs>
        <w:tab w:val="num" w:pos="643"/>
      </w:tabs>
      <w:spacing w:before="240"/>
      <w:ind w:left="643" w:hanging="360"/>
    </w:pPr>
  </w:style>
  <w:style w:type="paragraph" w:styleId="Numeroituluettelo3">
    <w:name w:val="List Number 3"/>
    <w:basedOn w:val="Normaali"/>
    <w:pPr>
      <w:tabs>
        <w:tab w:val="num" w:pos="926"/>
      </w:tabs>
      <w:spacing w:before="240"/>
      <w:ind w:left="926" w:hanging="360"/>
    </w:pPr>
  </w:style>
  <w:style w:type="paragraph" w:styleId="Numeroituluettelo4">
    <w:name w:val="List Number 4"/>
    <w:basedOn w:val="Normaali"/>
    <w:pPr>
      <w:tabs>
        <w:tab w:val="num" w:pos="1209"/>
      </w:tabs>
      <w:spacing w:before="240"/>
      <w:ind w:left="1209" w:hanging="360"/>
    </w:pPr>
  </w:style>
  <w:style w:type="paragraph" w:styleId="Numeroituluettelo5">
    <w:name w:val="List Number 5"/>
    <w:basedOn w:val="Normaali"/>
    <w:pPr>
      <w:tabs>
        <w:tab w:val="num" w:pos="1492"/>
      </w:tabs>
      <w:spacing w:before="240"/>
      <w:ind w:left="1492" w:hanging="360"/>
    </w:pPr>
  </w:style>
  <w:style w:type="paragraph" w:styleId="Viestinotsikko">
    <w:name w:val="Message Header"/>
    <w:basedOn w:val="Normaali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/>
      <w:ind w:left="1134" w:hanging="1134"/>
    </w:pPr>
    <w:rPr>
      <w:rFonts w:ascii="Arial" w:hAnsi="Arial"/>
    </w:rPr>
  </w:style>
  <w:style w:type="paragraph" w:styleId="Huomautuksenotsikko">
    <w:name w:val="Note Heading"/>
    <w:basedOn w:val="Normaali"/>
    <w:next w:val="Normaali"/>
    <w:pPr>
      <w:spacing w:before="240"/>
      <w:ind w:left="2268"/>
    </w:pPr>
  </w:style>
  <w:style w:type="paragraph" w:styleId="Vaintekstin">
    <w:name w:val="Plain Text"/>
    <w:basedOn w:val="Normaali"/>
    <w:pPr>
      <w:spacing w:before="240"/>
      <w:ind w:left="2268"/>
    </w:pPr>
    <w:rPr>
      <w:rFonts w:ascii="Courier New" w:hAnsi="Courier New"/>
      <w:sz w:val="20"/>
    </w:rPr>
  </w:style>
  <w:style w:type="paragraph" w:styleId="Allekirjoitus">
    <w:name w:val="Signature"/>
    <w:basedOn w:val="Normaali"/>
    <w:pPr>
      <w:spacing w:before="240"/>
      <w:ind w:left="4252"/>
    </w:pPr>
  </w:style>
  <w:style w:type="paragraph" w:customStyle="1" w:styleId="Paaotsikko">
    <w:name w:val=".Paaotsikko"/>
    <w:basedOn w:val="Normaali"/>
    <w:next w:val="Sis2"/>
    <w:pPr>
      <w:spacing w:after="240"/>
    </w:pPr>
    <w:rPr>
      <w:rFonts w:ascii="Futura Medium" w:hAnsi="Futura Medium"/>
      <w:b/>
      <w:caps/>
    </w:rPr>
  </w:style>
  <w:style w:type="paragraph" w:customStyle="1" w:styleId="Sis2">
    <w:name w:val=".Sis2"/>
    <w:basedOn w:val="Normaali"/>
    <w:pPr>
      <w:ind w:left="2608"/>
    </w:pPr>
    <w:rPr>
      <w:rFonts w:ascii="Futura Medium" w:hAnsi="Futura Medium"/>
    </w:rPr>
  </w:style>
  <w:style w:type="character" w:styleId="AvattuHyperlinkki">
    <w:name w:val="FollowedHyperlink"/>
    <w:rPr>
      <w:color w:val="800080"/>
      <w:u w:val="single"/>
    </w:rPr>
  </w:style>
  <w:style w:type="paragraph" w:customStyle="1" w:styleId="Heading1Otsikkoeka1">
    <w:name w:val="Heading 1.Otsikko_eka 1."/>
    <w:basedOn w:val="Normaali"/>
    <w:next w:val="Normaali"/>
    <w:pPr>
      <w:keepNext/>
      <w:keepLines/>
      <w:widowControl w:val="0"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b/>
      <w:bCs/>
      <w:smallCaps/>
      <w:sz w:val="20"/>
    </w:rPr>
  </w:style>
  <w:style w:type="paragraph" w:customStyle="1" w:styleId="Heading2Otsikkotoka11">
    <w:name w:val="Heading 2.Otsikko_toka 1.1"/>
    <w:basedOn w:val="Heading1Otsikkoeka1"/>
    <w:next w:val="Normaali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customStyle="1" w:styleId="Heading3Otsikkokolmas111">
    <w:name w:val="Heading 3.Otsikko_kolmas 1.1.1"/>
    <w:basedOn w:val="Heading2Otsikkotoka11"/>
    <w:next w:val="Normaali"/>
    <w:pPr>
      <w:numPr>
        <w:ilvl w:val="2"/>
      </w:numPr>
      <w:outlineLvl w:val="2"/>
    </w:pPr>
  </w:style>
  <w:style w:type="paragraph" w:customStyle="1" w:styleId="Heading4Otsikkoneljas1111">
    <w:name w:val="Heading 4.Otsikko_neljas 1.1.1.1"/>
    <w:basedOn w:val="Heading3Otsikkokolmas111"/>
    <w:next w:val="Normaali"/>
    <w:pPr>
      <w:numPr>
        <w:ilvl w:val="3"/>
      </w:numPr>
      <w:suppressLineNumbers/>
      <w:tabs>
        <w:tab w:val="left" w:pos="2835"/>
      </w:tabs>
      <w:outlineLvl w:val="3"/>
    </w:pPr>
  </w:style>
  <w:style w:type="paragraph" w:customStyle="1" w:styleId="Heading5Otsikkoviides11111">
    <w:name w:val="Heading 5.Otsikko_viides 1.1.1.1.1"/>
    <w:basedOn w:val="Heading4Otsikkoneljas1111"/>
    <w:next w:val="Normaali"/>
    <w:pPr>
      <w:numPr>
        <w:ilvl w:val="4"/>
      </w:numPr>
      <w:outlineLvl w:val="4"/>
    </w:pPr>
  </w:style>
  <w:style w:type="paragraph" w:styleId="HTML-esimuotoiltu">
    <w:name w:val="HTML Preformatted"/>
    <w:basedOn w:val="Normaali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lang w:val="en-US"/>
    </w:rPr>
  </w:style>
  <w:style w:type="character" w:styleId="HTML-koodi">
    <w:name w:val="HTML Code"/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albulletedindent">
    <w:name w:val="Normal bulleted indent"/>
    <w:basedOn w:val="Normaali"/>
    <w:pPr>
      <w:numPr>
        <w:numId w:val="6"/>
      </w:numPr>
      <w:tabs>
        <w:tab w:val="left" w:pos="3969"/>
      </w:tabs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mo\Application%20Data\Microsoft\Templates\M&#228;&#228;rittelypohja_1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Määrittelypohja_1.dot</Template>
  <TotalTime>0</TotalTime>
  <Pages>5</Pages>
  <Words>288</Words>
  <Characters>2711</Characters>
  <Application>Microsoft Office Word</Application>
  <DocSecurity>0</DocSecurity>
  <Lines>47</Lines>
  <Paragraphs>29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OpenCDA jatko</vt:lpstr>
    </vt:vector>
  </TitlesOfParts>
  <Company>Conceptia Oy</Company>
  <LinksUpToDate>false</LinksUpToDate>
  <CharactersWithSpaces>2970</CharactersWithSpaces>
  <SharedDoc>false</SharedDoc>
  <HLinks>
    <vt:vector size="6" baseType="variant"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_Toc125859961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OpenCDA jatko</dc:title>
  <dc:subject>Raportti</dc:subject>
  <dc:creator>Timo Itälä</dc:creator>
  <cp:keywords/>
  <cp:lastModifiedBy>Timo Kaskinen</cp:lastModifiedBy>
  <cp:revision>2</cp:revision>
  <cp:lastPrinted>2004-12-21T12:17:00Z</cp:lastPrinted>
  <dcterms:created xsi:type="dcterms:W3CDTF">2026-01-14T10:47:00Z</dcterms:created>
  <dcterms:modified xsi:type="dcterms:W3CDTF">2026-01-14T10:47:00Z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1627472409</vt:i4>
  </property>
  <property fmtid="{D5CDD505-2E9C-101B-9397-08002B2CF9AE}" pid="3" name="_EmailSubject">
    <vt:lpwstr>CDA johdantodokumentti</vt:lpwstr>
  </property>
  <property fmtid="{D5CDD505-2E9C-101B-9397-08002B2CF9AE}" pid="4" name="_AuthorEmail">
    <vt:lpwstr>timo.itala@conceptia.fi</vt:lpwstr>
  </property>
  <property fmtid="{D5CDD505-2E9C-101B-9397-08002B2CF9AE}" pid="5" name="_AuthorEmailDisplayName">
    <vt:lpwstr>Timo Itälä</vt:lpwstr>
  </property>
  <property fmtid="{D5CDD505-2E9C-101B-9397-08002B2CF9AE}" pid="6" name="_ReviewingToolsShownOnce">
    <vt:lpwstr/>
  </property>
</Properties>
</file>